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B09A0" w14:textId="77777777" w:rsidR="009E1732" w:rsidRPr="00BD3C57" w:rsidRDefault="009E1732" w:rsidP="009E1732">
      <w:pPr>
        <w:spacing w:after="0" w:line="240" w:lineRule="auto"/>
        <w:jc w:val="center"/>
        <w:rPr>
          <w:rFonts w:cs="Tahoma"/>
          <w:b/>
          <w:sz w:val="24"/>
          <w:szCs w:val="24"/>
        </w:rPr>
      </w:pPr>
      <w:r w:rsidRPr="00BD3C57">
        <w:rPr>
          <w:rFonts w:cs="Tahoma"/>
          <w:b/>
          <w:sz w:val="24"/>
          <w:szCs w:val="24"/>
        </w:rPr>
        <w:t>Výroční zpráva za ro</w:t>
      </w:r>
      <w:r w:rsidRPr="00BD3C57">
        <w:rPr>
          <w:rFonts w:cs="Tahoma"/>
          <w:b/>
          <w:bCs/>
          <w:sz w:val="24"/>
          <w:szCs w:val="24"/>
        </w:rPr>
        <w:t>k</w:t>
      </w:r>
      <w:r w:rsidRPr="00BD3C57">
        <w:rPr>
          <w:rFonts w:cs="Tahoma"/>
          <w:b/>
          <w:sz w:val="24"/>
          <w:szCs w:val="24"/>
        </w:rPr>
        <w:t xml:space="preserve"> 202</w:t>
      </w:r>
      <w:r>
        <w:rPr>
          <w:rFonts w:cs="Tahoma"/>
          <w:b/>
          <w:sz w:val="24"/>
          <w:szCs w:val="24"/>
        </w:rPr>
        <w:t>4</w:t>
      </w:r>
    </w:p>
    <w:p w14:paraId="798CDF0B" w14:textId="77777777" w:rsidR="009E1732" w:rsidRPr="00BD3C57" w:rsidRDefault="009E1732" w:rsidP="009E1732">
      <w:pPr>
        <w:spacing w:after="0" w:line="240" w:lineRule="auto"/>
        <w:jc w:val="center"/>
        <w:rPr>
          <w:rFonts w:cs="Tahoma"/>
          <w:b/>
          <w:sz w:val="24"/>
          <w:szCs w:val="24"/>
        </w:rPr>
      </w:pPr>
      <w:r w:rsidRPr="00BD3C57">
        <w:rPr>
          <w:rFonts w:cs="Tahoma"/>
          <w:b/>
          <w:sz w:val="24"/>
          <w:szCs w:val="24"/>
        </w:rPr>
        <w:t>o činnosti Městského úřadu Čáslav v oblasti poskytování informací podle zákona</w:t>
      </w:r>
    </w:p>
    <w:p w14:paraId="2C559160" w14:textId="77777777" w:rsidR="009E1732" w:rsidRPr="00BD3C57" w:rsidRDefault="009E1732" w:rsidP="009E1732">
      <w:pPr>
        <w:spacing w:after="0" w:line="240" w:lineRule="auto"/>
        <w:jc w:val="center"/>
        <w:rPr>
          <w:rFonts w:cs="Tahoma"/>
          <w:b/>
          <w:sz w:val="24"/>
          <w:szCs w:val="24"/>
        </w:rPr>
      </w:pPr>
      <w:r w:rsidRPr="00BD3C57">
        <w:rPr>
          <w:rFonts w:cs="Tahoma"/>
          <w:b/>
          <w:sz w:val="24"/>
          <w:szCs w:val="24"/>
        </w:rPr>
        <w:t>č. 106/1999 Sb., o svobodném přístupu k informacím</w:t>
      </w:r>
    </w:p>
    <w:p w14:paraId="69B6DB53" w14:textId="77777777" w:rsidR="009E1732" w:rsidRPr="00BD3C57" w:rsidRDefault="009E1732" w:rsidP="009E1732">
      <w:pPr>
        <w:tabs>
          <w:tab w:val="left" w:pos="675"/>
        </w:tabs>
        <w:spacing w:after="0" w:line="240" w:lineRule="auto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ab/>
      </w:r>
    </w:p>
    <w:p w14:paraId="2708FBFC" w14:textId="77777777" w:rsidR="009E1732" w:rsidRPr="00BD3C57" w:rsidRDefault="009E1732" w:rsidP="009E1732">
      <w:pPr>
        <w:spacing w:after="0" w:line="240" w:lineRule="auto"/>
        <w:rPr>
          <w:rFonts w:cs="Tahoma"/>
          <w:bCs/>
          <w:sz w:val="24"/>
          <w:szCs w:val="24"/>
        </w:rPr>
      </w:pPr>
      <w:r w:rsidRPr="00BD3C57">
        <w:rPr>
          <w:rFonts w:cs="Tahoma"/>
          <w:bCs/>
          <w:sz w:val="24"/>
          <w:szCs w:val="24"/>
        </w:rPr>
        <w:t xml:space="preserve">Výroční zpráva je zpracována a zveřejněna </w:t>
      </w:r>
      <w:r>
        <w:rPr>
          <w:rFonts w:cs="Tahoma"/>
          <w:bCs/>
          <w:sz w:val="24"/>
          <w:szCs w:val="24"/>
        </w:rPr>
        <w:t xml:space="preserve">na základě povinnosti vyplývající z ustanovení </w:t>
      </w:r>
      <w:r w:rsidRPr="00BD3C57">
        <w:rPr>
          <w:rFonts w:cs="Tahoma"/>
          <w:bCs/>
          <w:sz w:val="24"/>
          <w:szCs w:val="24"/>
        </w:rPr>
        <w:t>§ 18 zákona</w:t>
      </w:r>
      <w:r>
        <w:rPr>
          <w:rFonts w:cs="Tahoma"/>
          <w:bCs/>
          <w:sz w:val="24"/>
          <w:szCs w:val="24"/>
        </w:rPr>
        <w:t xml:space="preserve"> č.106/1999 Sb., o svobodném přístupu k informacím ve znění pozdějších předpisů.</w:t>
      </w:r>
    </w:p>
    <w:p w14:paraId="1EB7BD8D" w14:textId="77777777" w:rsidR="009E1732" w:rsidRPr="00504D5D" w:rsidRDefault="009E1732" w:rsidP="009E1732">
      <w:pPr>
        <w:spacing w:after="0" w:line="240" w:lineRule="auto"/>
        <w:rPr>
          <w:rFonts w:cs="Tahoma"/>
          <w:bCs/>
          <w:sz w:val="24"/>
          <w:szCs w:val="24"/>
        </w:rPr>
      </w:pPr>
      <w:r>
        <w:rPr>
          <w:rFonts w:cs="Tahoma"/>
          <w:bCs/>
          <w:sz w:val="24"/>
          <w:szCs w:val="24"/>
        </w:rPr>
        <w:t>a)</w:t>
      </w:r>
      <w:r w:rsidRPr="00504D5D">
        <w:rPr>
          <w:rFonts w:cs="Tahoma"/>
          <w:bCs/>
          <w:sz w:val="24"/>
          <w:szCs w:val="24"/>
        </w:rPr>
        <w:t xml:space="preserve"> Počet podaných žádostí o informace a počet vydaných rozhodnutí o odmítnutí žádosti-§ 18 odst. 1 písm. a):</w:t>
      </w:r>
    </w:p>
    <w:p w14:paraId="09EF9D3F" w14:textId="77777777" w:rsidR="009E1732" w:rsidRPr="00BD3C57" w:rsidRDefault="009E1732" w:rsidP="009E1732">
      <w:pPr>
        <w:numPr>
          <w:ilvl w:val="0"/>
          <w:numId w:val="3"/>
        </w:numPr>
        <w:spacing w:after="0" w:line="240" w:lineRule="auto"/>
        <w:rPr>
          <w:rFonts w:cs="Tahoma"/>
          <w:bCs/>
          <w:sz w:val="24"/>
          <w:szCs w:val="24"/>
        </w:rPr>
      </w:pPr>
      <w:r w:rsidRPr="00BD3C57">
        <w:rPr>
          <w:rFonts w:cs="Tahoma"/>
          <w:bCs/>
          <w:sz w:val="24"/>
          <w:szCs w:val="24"/>
        </w:rPr>
        <w:t xml:space="preserve">bylo podáno celkem </w:t>
      </w:r>
      <w:r>
        <w:rPr>
          <w:rFonts w:cs="Tahoma"/>
          <w:bCs/>
          <w:sz w:val="24"/>
          <w:szCs w:val="24"/>
        </w:rPr>
        <w:t>102</w:t>
      </w:r>
      <w:r w:rsidRPr="00BD3C57">
        <w:rPr>
          <w:rFonts w:cs="Tahoma"/>
          <w:bCs/>
          <w:sz w:val="24"/>
          <w:szCs w:val="24"/>
        </w:rPr>
        <w:t xml:space="preserve"> žádostí o informace</w:t>
      </w:r>
    </w:p>
    <w:p w14:paraId="48703741" w14:textId="77777777" w:rsidR="009E1732" w:rsidRPr="00BD3C57" w:rsidRDefault="009E1732" w:rsidP="009E1732">
      <w:pPr>
        <w:numPr>
          <w:ilvl w:val="0"/>
          <w:numId w:val="3"/>
        </w:numPr>
        <w:spacing w:after="0" w:line="240" w:lineRule="auto"/>
        <w:rPr>
          <w:rFonts w:cs="Tahoma"/>
          <w:bCs/>
          <w:sz w:val="24"/>
          <w:szCs w:val="24"/>
        </w:rPr>
      </w:pPr>
      <w:r w:rsidRPr="00BD3C57">
        <w:rPr>
          <w:rFonts w:cs="Tahoma"/>
          <w:bCs/>
          <w:sz w:val="24"/>
          <w:szCs w:val="24"/>
        </w:rPr>
        <w:t xml:space="preserve">bylo vydáno </w:t>
      </w:r>
      <w:r>
        <w:rPr>
          <w:rFonts w:cs="Tahoma"/>
          <w:bCs/>
          <w:sz w:val="24"/>
          <w:szCs w:val="24"/>
        </w:rPr>
        <w:t>6</w:t>
      </w:r>
      <w:r w:rsidRPr="00BD3C57">
        <w:rPr>
          <w:rFonts w:cs="Tahoma"/>
          <w:bCs/>
          <w:sz w:val="24"/>
          <w:szCs w:val="24"/>
        </w:rPr>
        <w:t xml:space="preserve"> rozhodnutí o odmítnutí žádosti</w:t>
      </w:r>
    </w:p>
    <w:p w14:paraId="14048964" w14:textId="77777777" w:rsidR="009E1732" w:rsidRPr="00BD3C57" w:rsidRDefault="009E1732" w:rsidP="009E1732">
      <w:pPr>
        <w:spacing w:after="0" w:line="240" w:lineRule="auto"/>
        <w:rPr>
          <w:rFonts w:cs="Tahoma"/>
          <w:b/>
          <w:sz w:val="24"/>
          <w:szCs w:val="24"/>
        </w:rPr>
      </w:pPr>
    </w:p>
    <w:p w14:paraId="0D176D77" w14:textId="77777777" w:rsidR="009E1732" w:rsidRPr="00BD3C57" w:rsidRDefault="009E1732" w:rsidP="009E1732">
      <w:pPr>
        <w:spacing w:after="0" w:line="240" w:lineRule="auto"/>
        <w:rPr>
          <w:rFonts w:cs="Tahoma"/>
          <w:bCs/>
          <w:sz w:val="24"/>
          <w:szCs w:val="24"/>
        </w:rPr>
      </w:pPr>
      <w:r w:rsidRPr="00BD3C57">
        <w:rPr>
          <w:rFonts w:cs="Tahoma"/>
          <w:bCs/>
          <w:sz w:val="24"/>
          <w:szCs w:val="24"/>
        </w:rPr>
        <w:t>b) Počet podaných odvolání proti rozhodnutí</w:t>
      </w:r>
      <w:r>
        <w:rPr>
          <w:rFonts w:cs="Tahoma"/>
          <w:bCs/>
          <w:sz w:val="24"/>
          <w:szCs w:val="24"/>
        </w:rPr>
        <w:t>- § 18 odst.1 písm. b)</w:t>
      </w:r>
      <w:r w:rsidRPr="00BD3C57">
        <w:rPr>
          <w:rFonts w:cs="Tahoma"/>
          <w:bCs/>
          <w:sz w:val="24"/>
          <w:szCs w:val="24"/>
        </w:rPr>
        <w:t>:</w:t>
      </w:r>
    </w:p>
    <w:p w14:paraId="56CF212E" w14:textId="77777777" w:rsidR="009E1732" w:rsidRPr="00BD3C57" w:rsidRDefault="009E1732" w:rsidP="009E1732">
      <w:pPr>
        <w:numPr>
          <w:ilvl w:val="1"/>
          <w:numId w:val="4"/>
        </w:numPr>
        <w:spacing w:after="0" w:line="240" w:lineRule="auto"/>
        <w:rPr>
          <w:rFonts w:cs="Tahoma"/>
          <w:bCs/>
          <w:sz w:val="24"/>
          <w:szCs w:val="24"/>
        </w:rPr>
      </w:pPr>
      <w:r w:rsidRPr="00BD3C57">
        <w:rPr>
          <w:rFonts w:cs="Tahoma"/>
          <w:bCs/>
          <w:sz w:val="24"/>
          <w:szCs w:val="24"/>
        </w:rPr>
        <w:t>byl</w:t>
      </w:r>
      <w:r>
        <w:rPr>
          <w:rFonts w:cs="Tahoma"/>
          <w:bCs/>
          <w:sz w:val="24"/>
          <w:szCs w:val="24"/>
        </w:rPr>
        <w:t>o</w:t>
      </w:r>
      <w:r w:rsidRPr="00BD3C57">
        <w:rPr>
          <w:rFonts w:cs="Tahoma"/>
          <w:bCs/>
          <w:sz w:val="24"/>
          <w:szCs w:val="24"/>
        </w:rPr>
        <w:t xml:space="preserve"> podán</w:t>
      </w:r>
      <w:r>
        <w:rPr>
          <w:rFonts w:cs="Tahoma"/>
          <w:bCs/>
          <w:sz w:val="24"/>
          <w:szCs w:val="24"/>
        </w:rPr>
        <w:t>o</w:t>
      </w:r>
      <w:r w:rsidRPr="00BD3C57">
        <w:rPr>
          <w:rFonts w:cs="Tahoma"/>
          <w:bCs/>
          <w:sz w:val="24"/>
          <w:szCs w:val="24"/>
        </w:rPr>
        <w:t xml:space="preserve"> celkem </w:t>
      </w:r>
      <w:r>
        <w:rPr>
          <w:rFonts w:cs="Tahoma"/>
          <w:bCs/>
          <w:sz w:val="24"/>
          <w:szCs w:val="24"/>
        </w:rPr>
        <w:t>8</w:t>
      </w:r>
      <w:r w:rsidRPr="00BD3C57">
        <w:rPr>
          <w:rFonts w:cs="Tahoma"/>
          <w:bCs/>
          <w:sz w:val="24"/>
          <w:szCs w:val="24"/>
        </w:rPr>
        <w:t xml:space="preserve"> odvolání proti rozhodnutí</w:t>
      </w:r>
    </w:p>
    <w:p w14:paraId="6338CF54" w14:textId="77777777" w:rsidR="009E1732" w:rsidRPr="00BD3C57" w:rsidRDefault="009E1732" w:rsidP="009E1732">
      <w:pPr>
        <w:spacing w:after="0" w:line="240" w:lineRule="auto"/>
        <w:rPr>
          <w:rFonts w:cs="Tahoma"/>
          <w:b/>
          <w:sz w:val="24"/>
          <w:szCs w:val="24"/>
        </w:rPr>
      </w:pPr>
    </w:p>
    <w:p w14:paraId="1576BFC1" w14:textId="77777777" w:rsidR="009E1732" w:rsidRPr="00BD3C57" w:rsidRDefault="009E1732" w:rsidP="009E1732">
      <w:pPr>
        <w:spacing w:after="0" w:line="240" w:lineRule="auto"/>
        <w:rPr>
          <w:rFonts w:cs="Tahoma"/>
          <w:bCs/>
          <w:sz w:val="24"/>
          <w:szCs w:val="24"/>
        </w:rPr>
      </w:pPr>
      <w:r w:rsidRPr="00BD3C57">
        <w:rPr>
          <w:rFonts w:cs="Tahoma"/>
          <w:bCs/>
          <w:sz w:val="24"/>
          <w:szCs w:val="24"/>
        </w:rPr>
        <w:t>c) 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</w:t>
      </w:r>
      <w:r>
        <w:rPr>
          <w:rFonts w:cs="Tahoma"/>
          <w:bCs/>
          <w:sz w:val="24"/>
          <w:szCs w:val="24"/>
        </w:rPr>
        <w:t>- § 18 odst. 1 písm. c)</w:t>
      </w:r>
      <w:r w:rsidRPr="00BD3C57">
        <w:rPr>
          <w:rFonts w:cs="Tahoma"/>
          <w:bCs/>
          <w:sz w:val="24"/>
          <w:szCs w:val="24"/>
        </w:rPr>
        <w:t>:</w:t>
      </w:r>
    </w:p>
    <w:p w14:paraId="07A71AB8" w14:textId="77777777" w:rsidR="009E1732" w:rsidRPr="00BD3C57" w:rsidRDefault="009E1732" w:rsidP="009E1732">
      <w:pPr>
        <w:numPr>
          <w:ilvl w:val="1"/>
          <w:numId w:val="4"/>
        </w:numPr>
        <w:spacing w:after="0" w:line="240" w:lineRule="auto"/>
        <w:rPr>
          <w:rFonts w:cs="Tahoma"/>
          <w:bCs/>
          <w:sz w:val="24"/>
          <w:szCs w:val="24"/>
        </w:rPr>
      </w:pPr>
      <w:r w:rsidRPr="00BD3C57">
        <w:rPr>
          <w:rFonts w:cs="Tahoma"/>
          <w:bCs/>
          <w:sz w:val="24"/>
          <w:szCs w:val="24"/>
        </w:rPr>
        <w:t>nebylo vedeno žádné soudní řízení ve věci přezkoumání zákonnosti rozhodnutí povinného subjektu o odmítnutí žádosti o poskytnutí informace podle zákona</w:t>
      </w:r>
    </w:p>
    <w:p w14:paraId="30B8C2E3" w14:textId="77777777" w:rsidR="009E1732" w:rsidRPr="00BD3C57" w:rsidRDefault="009E1732" w:rsidP="009E1732">
      <w:pPr>
        <w:spacing w:after="0" w:line="240" w:lineRule="auto"/>
        <w:rPr>
          <w:rFonts w:cs="Tahoma"/>
          <w:b/>
          <w:sz w:val="24"/>
          <w:szCs w:val="24"/>
        </w:rPr>
      </w:pPr>
    </w:p>
    <w:p w14:paraId="3B19413A" w14:textId="77777777" w:rsidR="009E1732" w:rsidRPr="00BD3C57" w:rsidRDefault="009E1732" w:rsidP="009E1732">
      <w:pPr>
        <w:spacing w:after="0" w:line="240" w:lineRule="auto"/>
        <w:rPr>
          <w:rFonts w:cs="Tahoma"/>
          <w:bCs/>
          <w:sz w:val="24"/>
          <w:szCs w:val="24"/>
        </w:rPr>
      </w:pPr>
      <w:r w:rsidRPr="00BD3C57">
        <w:rPr>
          <w:rFonts w:cs="Tahoma"/>
          <w:bCs/>
          <w:sz w:val="24"/>
          <w:szCs w:val="24"/>
        </w:rPr>
        <w:t>d) Výčet poskytnutých výhradních licencí, včetně odůvodnění nezbytnosti poskytnutí výhradní licence</w:t>
      </w:r>
      <w:r>
        <w:rPr>
          <w:rFonts w:cs="Tahoma"/>
          <w:bCs/>
          <w:sz w:val="24"/>
          <w:szCs w:val="24"/>
        </w:rPr>
        <w:t>-§ 18 odst. 1 písm. d)</w:t>
      </w:r>
      <w:r w:rsidRPr="00BD3C57">
        <w:rPr>
          <w:rFonts w:cs="Tahoma"/>
          <w:bCs/>
          <w:sz w:val="24"/>
          <w:szCs w:val="24"/>
        </w:rPr>
        <w:t>:</w:t>
      </w:r>
    </w:p>
    <w:p w14:paraId="52E821D7" w14:textId="77777777" w:rsidR="009E1732" w:rsidRPr="00BD3C57" w:rsidRDefault="009E1732" w:rsidP="009E1732">
      <w:pPr>
        <w:numPr>
          <w:ilvl w:val="1"/>
          <w:numId w:val="4"/>
        </w:numPr>
        <w:spacing w:after="0" w:line="240" w:lineRule="auto"/>
        <w:rPr>
          <w:rFonts w:cs="Tahoma"/>
          <w:b/>
          <w:sz w:val="24"/>
          <w:szCs w:val="24"/>
        </w:rPr>
      </w:pPr>
      <w:r w:rsidRPr="00BD3C57">
        <w:rPr>
          <w:rFonts w:cs="Tahoma"/>
          <w:bCs/>
          <w:sz w:val="24"/>
          <w:szCs w:val="24"/>
        </w:rPr>
        <w:t>nebyla poskytnuta žádná výhradní licence</w:t>
      </w:r>
      <w:r w:rsidRPr="00BD3C57">
        <w:rPr>
          <w:rFonts w:cs="Tahoma"/>
          <w:b/>
          <w:sz w:val="24"/>
          <w:szCs w:val="24"/>
        </w:rPr>
        <w:t>.</w:t>
      </w:r>
    </w:p>
    <w:p w14:paraId="2E6711CB" w14:textId="77777777" w:rsidR="009E1732" w:rsidRPr="00BD3C57" w:rsidRDefault="009E1732" w:rsidP="009E1732">
      <w:pPr>
        <w:spacing w:after="0" w:line="240" w:lineRule="auto"/>
        <w:rPr>
          <w:rFonts w:cs="Tahoma"/>
          <w:b/>
          <w:sz w:val="24"/>
          <w:szCs w:val="24"/>
        </w:rPr>
      </w:pPr>
    </w:p>
    <w:p w14:paraId="432266AC" w14:textId="77777777" w:rsidR="009E1732" w:rsidRPr="00BD3C57" w:rsidRDefault="009E1732" w:rsidP="009E1732">
      <w:pPr>
        <w:spacing w:after="0" w:line="240" w:lineRule="auto"/>
        <w:rPr>
          <w:rFonts w:cs="Tahoma"/>
          <w:bCs/>
          <w:sz w:val="24"/>
          <w:szCs w:val="24"/>
        </w:rPr>
      </w:pPr>
      <w:r w:rsidRPr="00BD3C57">
        <w:rPr>
          <w:rFonts w:cs="Tahoma"/>
          <w:bCs/>
          <w:sz w:val="24"/>
          <w:szCs w:val="24"/>
        </w:rPr>
        <w:t>e) Počet stížností podaných podle § 16a, důvody jejich podání a stručný popis způsobu jejich vyřízení</w:t>
      </w:r>
      <w:r>
        <w:rPr>
          <w:rFonts w:cs="Tahoma"/>
          <w:bCs/>
          <w:sz w:val="24"/>
          <w:szCs w:val="24"/>
        </w:rPr>
        <w:t>- § 18 odst. 1 písm. e)</w:t>
      </w:r>
      <w:r w:rsidRPr="00BD3C57">
        <w:rPr>
          <w:rFonts w:cs="Tahoma"/>
          <w:bCs/>
          <w:sz w:val="24"/>
          <w:szCs w:val="24"/>
        </w:rPr>
        <w:t>:</w:t>
      </w:r>
    </w:p>
    <w:p w14:paraId="19C9AABB" w14:textId="77777777" w:rsidR="009E1732" w:rsidRPr="00BD3C57" w:rsidRDefault="009E1732" w:rsidP="009E1732">
      <w:pPr>
        <w:numPr>
          <w:ilvl w:val="1"/>
          <w:numId w:val="4"/>
        </w:numPr>
        <w:spacing w:after="0" w:line="240" w:lineRule="auto"/>
        <w:jc w:val="both"/>
        <w:rPr>
          <w:rFonts w:cs="Tahoma"/>
          <w:bCs/>
          <w:sz w:val="24"/>
          <w:szCs w:val="24"/>
        </w:rPr>
      </w:pPr>
      <w:r w:rsidRPr="00EB2B59">
        <w:rPr>
          <w:rFonts w:cs="Tahoma"/>
          <w:bCs/>
          <w:sz w:val="24"/>
          <w:szCs w:val="24"/>
        </w:rPr>
        <w:t>v</w:t>
      </w:r>
      <w:r w:rsidRPr="00BD3C57">
        <w:rPr>
          <w:rFonts w:cs="Tahoma"/>
          <w:b/>
          <w:sz w:val="24"/>
          <w:szCs w:val="24"/>
        </w:rPr>
        <w:t> </w:t>
      </w:r>
      <w:r w:rsidRPr="00BD3C57">
        <w:rPr>
          <w:rFonts w:cs="Tahoma"/>
          <w:bCs/>
          <w:sz w:val="24"/>
          <w:szCs w:val="24"/>
        </w:rPr>
        <w:t>roce 202</w:t>
      </w:r>
      <w:r>
        <w:rPr>
          <w:rFonts w:cs="Tahoma"/>
          <w:bCs/>
          <w:sz w:val="24"/>
          <w:szCs w:val="24"/>
        </w:rPr>
        <w:t>4</w:t>
      </w:r>
      <w:r w:rsidRPr="00BD3C57">
        <w:rPr>
          <w:rFonts w:cs="Tahoma"/>
          <w:bCs/>
          <w:sz w:val="24"/>
          <w:szCs w:val="24"/>
        </w:rPr>
        <w:t xml:space="preserve"> bylo podáno na </w:t>
      </w:r>
      <w:r>
        <w:rPr>
          <w:rFonts w:cs="Tahoma"/>
          <w:bCs/>
          <w:sz w:val="24"/>
          <w:szCs w:val="24"/>
        </w:rPr>
        <w:t>7 s</w:t>
      </w:r>
      <w:r w:rsidRPr="00BD3C57">
        <w:rPr>
          <w:rFonts w:cs="Tahoma"/>
          <w:bCs/>
          <w:sz w:val="24"/>
          <w:szCs w:val="24"/>
        </w:rPr>
        <w:t xml:space="preserve">tížností na postup při vyřizování žádosti o informace. </w:t>
      </w:r>
    </w:p>
    <w:p w14:paraId="68A77E08" w14:textId="77777777" w:rsidR="009E1732" w:rsidRDefault="009E1732" w:rsidP="009E1732">
      <w:pPr>
        <w:spacing w:after="0" w:line="240" w:lineRule="auto"/>
        <w:ind w:left="720"/>
        <w:jc w:val="both"/>
        <w:rPr>
          <w:rFonts w:cs="Tahoma"/>
          <w:bCs/>
          <w:sz w:val="24"/>
          <w:szCs w:val="24"/>
        </w:rPr>
      </w:pPr>
      <w:r>
        <w:rPr>
          <w:rFonts w:cs="Tahoma"/>
          <w:bCs/>
          <w:sz w:val="24"/>
          <w:szCs w:val="24"/>
        </w:rPr>
        <w:t xml:space="preserve">Všech 7 </w:t>
      </w:r>
      <w:r w:rsidRPr="00BD3C57">
        <w:rPr>
          <w:rFonts w:cs="Tahoma"/>
          <w:bCs/>
          <w:sz w:val="24"/>
          <w:szCs w:val="24"/>
        </w:rPr>
        <w:t xml:space="preserve">stížností </w:t>
      </w:r>
      <w:r>
        <w:rPr>
          <w:rFonts w:cs="Tahoma"/>
          <w:bCs/>
          <w:sz w:val="24"/>
          <w:szCs w:val="24"/>
        </w:rPr>
        <w:t xml:space="preserve">se </w:t>
      </w:r>
      <w:r w:rsidRPr="00BD3C57">
        <w:rPr>
          <w:rFonts w:cs="Tahoma"/>
          <w:bCs/>
          <w:sz w:val="24"/>
          <w:szCs w:val="24"/>
        </w:rPr>
        <w:t xml:space="preserve">týkalo nedostatečného poskytnutí informací – informace byly </w:t>
      </w:r>
      <w:r>
        <w:rPr>
          <w:rFonts w:cs="Tahoma"/>
          <w:bCs/>
          <w:sz w:val="24"/>
          <w:szCs w:val="24"/>
        </w:rPr>
        <w:t xml:space="preserve"> </w:t>
      </w:r>
    </w:p>
    <w:p w14:paraId="7C9AD849" w14:textId="77777777" w:rsidR="009E1732" w:rsidRPr="00BD3C57" w:rsidRDefault="009E1732" w:rsidP="009E1732">
      <w:pPr>
        <w:spacing w:after="0" w:line="240" w:lineRule="auto"/>
        <w:jc w:val="both"/>
        <w:rPr>
          <w:rFonts w:cs="Tahoma"/>
          <w:bCs/>
          <w:sz w:val="24"/>
          <w:szCs w:val="24"/>
        </w:rPr>
      </w:pPr>
      <w:r>
        <w:rPr>
          <w:rFonts w:cs="Tahoma"/>
          <w:bCs/>
          <w:sz w:val="24"/>
          <w:szCs w:val="24"/>
        </w:rPr>
        <w:t xml:space="preserve">              </w:t>
      </w:r>
      <w:proofErr w:type="spellStart"/>
      <w:r>
        <w:rPr>
          <w:rFonts w:cs="Tahoma"/>
          <w:bCs/>
          <w:sz w:val="24"/>
          <w:szCs w:val="24"/>
        </w:rPr>
        <w:t>d</w:t>
      </w:r>
      <w:r w:rsidRPr="00BD3C57">
        <w:rPr>
          <w:rFonts w:cs="Tahoma"/>
          <w:bCs/>
          <w:sz w:val="24"/>
          <w:szCs w:val="24"/>
        </w:rPr>
        <w:t>oposkytnuty</w:t>
      </w:r>
      <w:proofErr w:type="spellEnd"/>
      <w:r>
        <w:rPr>
          <w:rFonts w:cs="Tahoma"/>
          <w:bCs/>
          <w:sz w:val="24"/>
          <w:szCs w:val="24"/>
        </w:rPr>
        <w:t>.</w:t>
      </w:r>
      <w:r w:rsidRPr="00BD3C57">
        <w:rPr>
          <w:rFonts w:cs="Tahoma"/>
          <w:bCs/>
          <w:sz w:val="24"/>
          <w:szCs w:val="24"/>
        </w:rPr>
        <w:t xml:space="preserve">     </w:t>
      </w:r>
    </w:p>
    <w:p w14:paraId="5B68717D" w14:textId="77777777" w:rsidR="009E1732" w:rsidRPr="00BD3C57" w:rsidRDefault="009E1732" w:rsidP="009E1732">
      <w:pPr>
        <w:spacing w:after="0" w:line="240" w:lineRule="auto"/>
        <w:rPr>
          <w:rFonts w:cs="Tahoma"/>
          <w:b/>
          <w:sz w:val="24"/>
          <w:szCs w:val="24"/>
        </w:rPr>
      </w:pPr>
    </w:p>
    <w:p w14:paraId="50D6A3BF" w14:textId="77777777" w:rsidR="009E1732" w:rsidRPr="00BD3C57" w:rsidRDefault="009E1732" w:rsidP="009E1732">
      <w:pPr>
        <w:spacing w:after="0" w:line="240" w:lineRule="auto"/>
        <w:rPr>
          <w:rFonts w:cs="Tahoma"/>
          <w:bCs/>
          <w:sz w:val="24"/>
          <w:szCs w:val="24"/>
        </w:rPr>
      </w:pPr>
      <w:r w:rsidRPr="00BD3C57">
        <w:rPr>
          <w:rFonts w:cs="Tahoma"/>
          <w:bCs/>
          <w:sz w:val="24"/>
          <w:szCs w:val="24"/>
        </w:rPr>
        <w:t>f) Další informace vztahující se k uplatňování tohoto zákona</w:t>
      </w:r>
      <w:r>
        <w:rPr>
          <w:rFonts w:cs="Tahoma"/>
          <w:bCs/>
          <w:sz w:val="24"/>
          <w:szCs w:val="24"/>
        </w:rPr>
        <w:t>- § 18 odst. 1 písm. f)</w:t>
      </w:r>
      <w:r w:rsidRPr="00BD3C57">
        <w:rPr>
          <w:rFonts w:cs="Tahoma"/>
          <w:bCs/>
          <w:sz w:val="24"/>
          <w:szCs w:val="24"/>
        </w:rPr>
        <w:t>:</w:t>
      </w:r>
    </w:p>
    <w:p w14:paraId="5554C056" w14:textId="77777777" w:rsidR="009E1732" w:rsidRDefault="009E1732" w:rsidP="009E1732">
      <w:pPr>
        <w:numPr>
          <w:ilvl w:val="1"/>
          <w:numId w:val="3"/>
        </w:numPr>
        <w:spacing w:after="0" w:line="240" w:lineRule="auto"/>
        <w:rPr>
          <w:rFonts w:cs="Tahoma"/>
          <w:bCs/>
          <w:sz w:val="24"/>
          <w:szCs w:val="24"/>
        </w:rPr>
      </w:pPr>
      <w:r>
        <w:rPr>
          <w:rFonts w:cs="Tahoma"/>
          <w:bCs/>
          <w:sz w:val="24"/>
          <w:szCs w:val="24"/>
        </w:rPr>
        <w:t>1</w:t>
      </w:r>
      <w:r w:rsidRPr="00BD3C57">
        <w:rPr>
          <w:rFonts w:cs="Tahoma"/>
          <w:bCs/>
          <w:sz w:val="24"/>
          <w:szCs w:val="24"/>
        </w:rPr>
        <w:t xml:space="preserve"> žádost byl</w:t>
      </w:r>
      <w:r>
        <w:rPr>
          <w:rFonts w:cs="Tahoma"/>
          <w:bCs/>
          <w:sz w:val="24"/>
          <w:szCs w:val="24"/>
        </w:rPr>
        <w:t>a</w:t>
      </w:r>
      <w:r w:rsidRPr="00BD3C57">
        <w:rPr>
          <w:rFonts w:cs="Tahoma"/>
          <w:bCs/>
          <w:sz w:val="24"/>
          <w:szCs w:val="24"/>
        </w:rPr>
        <w:t xml:space="preserve"> odložen</w:t>
      </w:r>
      <w:r>
        <w:rPr>
          <w:rFonts w:cs="Tahoma"/>
          <w:bCs/>
          <w:sz w:val="24"/>
          <w:szCs w:val="24"/>
        </w:rPr>
        <w:t>a</w:t>
      </w:r>
      <w:r w:rsidRPr="00BD3C57">
        <w:rPr>
          <w:rFonts w:cs="Tahoma"/>
          <w:bCs/>
          <w:sz w:val="24"/>
          <w:szCs w:val="24"/>
        </w:rPr>
        <w:t xml:space="preserve"> z důvodů </w:t>
      </w:r>
      <w:r>
        <w:rPr>
          <w:rFonts w:cs="Tahoma"/>
          <w:bCs/>
          <w:sz w:val="24"/>
          <w:szCs w:val="24"/>
        </w:rPr>
        <w:t>nezaplacení požadovaných nákladů za vyhledávání</w:t>
      </w:r>
    </w:p>
    <w:p w14:paraId="2F6376F0" w14:textId="77777777" w:rsidR="009E1732" w:rsidRPr="00EB5DF7" w:rsidRDefault="009E1732" w:rsidP="009E1732">
      <w:pPr>
        <w:spacing w:after="0" w:line="240" w:lineRule="auto"/>
        <w:ind w:left="720"/>
        <w:rPr>
          <w:rFonts w:cs="Tahoma"/>
          <w:bCs/>
          <w:sz w:val="24"/>
          <w:szCs w:val="24"/>
        </w:rPr>
      </w:pPr>
    </w:p>
    <w:p w14:paraId="15D6AAE9" w14:textId="77777777" w:rsidR="009E1732" w:rsidRPr="00BD3C57" w:rsidRDefault="009E1732" w:rsidP="009E1732">
      <w:pPr>
        <w:spacing w:after="0" w:line="240" w:lineRule="auto"/>
        <w:rPr>
          <w:rFonts w:cs="Tahoma"/>
          <w:bCs/>
          <w:sz w:val="24"/>
          <w:szCs w:val="24"/>
        </w:rPr>
      </w:pPr>
      <w:r w:rsidRPr="00BD3C57">
        <w:rPr>
          <w:rFonts w:cs="Tahoma"/>
          <w:bCs/>
          <w:sz w:val="24"/>
          <w:szCs w:val="24"/>
        </w:rPr>
        <w:t xml:space="preserve">V Čáslavi dne </w:t>
      </w:r>
      <w:r>
        <w:rPr>
          <w:rFonts w:cs="Tahoma"/>
          <w:bCs/>
          <w:sz w:val="24"/>
          <w:szCs w:val="24"/>
        </w:rPr>
        <w:t>14</w:t>
      </w:r>
      <w:r w:rsidRPr="00BD3C57">
        <w:rPr>
          <w:rFonts w:cs="Tahoma"/>
          <w:bCs/>
          <w:sz w:val="24"/>
          <w:szCs w:val="24"/>
        </w:rPr>
        <w:t>.02.202</w:t>
      </w:r>
      <w:r w:rsidRPr="00793739">
        <w:rPr>
          <w:rFonts w:cs="Tahoma"/>
          <w:bCs/>
          <w:sz w:val="24"/>
          <w:szCs w:val="24"/>
        </w:rPr>
        <w:t>5</w:t>
      </w:r>
      <w:r w:rsidRPr="00BD3C57">
        <w:rPr>
          <w:rFonts w:cs="Tahoma"/>
          <w:bCs/>
          <w:sz w:val="24"/>
          <w:szCs w:val="24"/>
        </w:rPr>
        <w:t xml:space="preserve">      </w:t>
      </w:r>
    </w:p>
    <w:p w14:paraId="67675853" w14:textId="4C92DDF6" w:rsidR="009E1732" w:rsidRPr="00210CC0" w:rsidRDefault="009E1732" w:rsidP="009E1732">
      <w:pPr>
        <w:spacing w:after="0" w:line="240" w:lineRule="auto"/>
        <w:rPr>
          <w:rFonts w:cs="Tahoma"/>
          <w:b/>
          <w:sz w:val="24"/>
          <w:szCs w:val="24"/>
        </w:rPr>
      </w:pPr>
      <w:r w:rsidRPr="00BD3C57">
        <w:rPr>
          <w:rFonts w:cs="Tahoma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D3C57">
        <w:rPr>
          <w:rFonts w:cs="Tahoma"/>
          <w:bCs/>
          <w:sz w:val="24"/>
          <w:szCs w:val="24"/>
        </w:rPr>
        <w:t xml:space="preserve">Ing. Martin Ronovský, </w:t>
      </w:r>
      <w:proofErr w:type="spellStart"/>
      <w:r w:rsidRPr="00BD3C57">
        <w:rPr>
          <w:rFonts w:cs="Tahoma"/>
          <w:bCs/>
          <w:sz w:val="24"/>
          <w:szCs w:val="24"/>
        </w:rPr>
        <w:t>DiS</w:t>
      </w:r>
      <w:proofErr w:type="spellEnd"/>
      <w:r w:rsidRPr="00BD3C57">
        <w:rPr>
          <w:rFonts w:cs="Tahoma"/>
          <w:bCs/>
          <w:sz w:val="24"/>
          <w:szCs w:val="24"/>
        </w:rPr>
        <w:t>.,</w:t>
      </w:r>
      <w:r w:rsidR="006B6D30">
        <w:rPr>
          <w:rFonts w:cs="Tahoma"/>
          <w:bCs/>
          <w:sz w:val="24"/>
          <w:szCs w:val="24"/>
        </w:rPr>
        <w:t xml:space="preserve"> v.r.</w:t>
      </w:r>
      <w:r w:rsidRPr="00BD3C57">
        <w:rPr>
          <w:rFonts w:cs="Tahoma"/>
          <w:bCs/>
          <w:sz w:val="24"/>
          <w:szCs w:val="24"/>
        </w:rPr>
        <w:t xml:space="preserve"> </w:t>
      </w:r>
    </w:p>
    <w:p w14:paraId="02B46463" w14:textId="77777777" w:rsidR="009E1732" w:rsidRPr="003058EA" w:rsidRDefault="009E1732" w:rsidP="009E1732">
      <w:pPr>
        <w:spacing w:after="0" w:line="240" w:lineRule="auto"/>
        <w:rPr>
          <w:rFonts w:cs="Tahoma"/>
          <w:bCs/>
          <w:sz w:val="24"/>
          <w:szCs w:val="24"/>
        </w:rPr>
      </w:pPr>
      <w:r w:rsidRPr="00BD3C57">
        <w:rPr>
          <w:rFonts w:cs="Tahoma"/>
          <w:bCs/>
          <w:sz w:val="24"/>
          <w:szCs w:val="24"/>
        </w:rPr>
        <w:t>tajemník městského úřad</w:t>
      </w:r>
      <w:r>
        <w:rPr>
          <w:rFonts w:cs="Tahoma"/>
          <w:bCs/>
          <w:sz w:val="24"/>
          <w:szCs w:val="24"/>
        </w:rPr>
        <w:t>u</w:t>
      </w:r>
    </w:p>
    <w:sectPr w:rsidR="009E1732" w:rsidRPr="003058EA" w:rsidSect="0025369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552" w:right="1134" w:bottom="255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EDE2F" w14:textId="77777777" w:rsidR="00D073C3" w:rsidRDefault="00D073C3" w:rsidP="00DD02EC">
      <w:pPr>
        <w:spacing w:after="0" w:line="240" w:lineRule="auto"/>
      </w:pPr>
      <w:r>
        <w:separator/>
      </w:r>
    </w:p>
  </w:endnote>
  <w:endnote w:type="continuationSeparator" w:id="0">
    <w:p w14:paraId="2DB362F1" w14:textId="77777777" w:rsidR="00D073C3" w:rsidRDefault="00D073C3" w:rsidP="00DD0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02D91" w14:textId="77777777" w:rsidR="007200AB" w:rsidRDefault="003D2FA5" w:rsidP="009005CE">
    <w:pPr>
      <w:pStyle w:val="Zpat"/>
      <w:jc w:val="right"/>
    </w:pPr>
    <w:r>
      <w:t xml:space="preserve"> </w:t>
    </w:r>
  </w:p>
  <w:p w14:paraId="6E50FC93" w14:textId="77777777" w:rsidR="00386BD6" w:rsidRDefault="00386BD6"/>
  <w:p w14:paraId="358B6798" w14:textId="77777777" w:rsidR="00386BD6" w:rsidRDefault="00386BD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85D1D" w14:textId="77777777" w:rsidR="007200AB" w:rsidRPr="007200AB" w:rsidRDefault="00822800" w:rsidP="00BD7297">
    <w:pPr>
      <w:pStyle w:val="Zpat"/>
      <w:jc w:val="right"/>
      <w:rPr>
        <w:color w:val="1D4F91"/>
        <w:sz w:val="16"/>
        <w:szCs w:val="16"/>
      </w:rPr>
    </w:pPr>
    <w:r>
      <w:rPr>
        <w:noProof/>
        <w:color w:val="1D4F91"/>
        <w:sz w:val="16"/>
        <w:szCs w:val="16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47A1583D" wp14:editId="13C2F2EE">
              <wp:simplePos x="0" y="0"/>
              <wp:positionH relativeFrom="column">
                <wp:posOffset>-67310</wp:posOffset>
              </wp:positionH>
              <wp:positionV relativeFrom="paragraph">
                <wp:posOffset>-424815</wp:posOffset>
              </wp:positionV>
              <wp:extent cx="4431030" cy="570865"/>
              <wp:effectExtent l="0" t="0" r="2540" b="381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31030" cy="570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18D20" w14:textId="77777777" w:rsidR="00407148" w:rsidRPr="00167D52" w:rsidRDefault="0010619D" w:rsidP="002E4EFC">
                          <w:pPr>
                            <w:pStyle w:val="Zkladnodstavec"/>
                            <w:spacing w:line="240" w:lineRule="auto"/>
                            <w:rPr>
                              <w:rFonts w:ascii="Calibri" w:hAnsi="Calibri" w:cs="Calibri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17"/>
                              <w:szCs w:val="17"/>
                            </w:rPr>
                            <w:t>N</w:t>
                          </w:r>
                          <w:r w:rsidR="002E4EFC" w:rsidRPr="00167D52">
                            <w:rPr>
                              <w:rFonts w:ascii="Calibri" w:hAnsi="Calibri" w:cs="Calibri"/>
                              <w:sz w:val="17"/>
                              <w:szCs w:val="17"/>
                            </w:rPr>
                            <w:t>ám. J</w:t>
                          </w:r>
                          <w:r w:rsidR="003D2FA5">
                            <w:rPr>
                              <w:rFonts w:ascii="Calibri" w:hAnsi="Calibri" w:cs="Calibri"/>
                              <w:sz w:val="17"/>
                              <w:szCs w:val="17"/>
                            </w:rPr>
                            <w:t>ana</w:t>
                          </w:r>
                          <w:r w:rsidR="002E4EFC" w:rsidRPr="00167D52">
                            <w:rPr>
                              <w:rFonts w:ascii="Calibri" w:hAnsi="Calibri" w:cs="Calibri"/>
                              <w:sz w:val="17"/>
                              <w:szCs w:val="17"/>
                            </w:rPr>
                            <w:t xml:space="preserve"> Žižky z Trocnova 1, 286 01 Čáslav</w:t>
                          </w:r>
                          <w:r w:rsidR="001F3E8D" w:rsidRPr="00167D52">
                            <w:rPr>
                              <w:rFonts w:ascii="Calibri" w:hAnsi="Calibri" w:cs="Calibri"/>
                              <w:sz w:val="17"/>
                              <w:szCs w:val="17"/>
                            </w:rPr>
                            <w:t xml:space="preserve"> | </w:t>
                          </w:r>
                          <w:r w:rsidR="002E4EFC" w:rsidRPr="00167D52">
                            <w:rPr>
                              <w:rFonts w:ascii="Calibri" w:hAnsi="Calibri" w:cs="Calibri"/>
                              <w:sz w:val="17"/>
                              <w:szCs w:val="17"/>
                            </w:rPr>
                            <w:t>Sídlo odboru: Gen</w:t>
                          </w:r>
                          <w:r w:rsidR="0083509D" w:rsidRPr="00167D52">
                            <w:rPr>
                              <w:rFonts w:ascii="Calibri" w:hAnsi="Calibri" w:cs="Calibri"/>
                              <w:sz w:val="17"/>
                              <w:szCs w:val="17"/>
                            </w:rPr>
                            <w:t>.</w:t>
                          </w:r>
                          <w:r w:rsidR="002E4EFC" w:rsidRPr="00167D52">
                            <w:rPr>
                              <w:rFonts w:ascii="Calibri" w:hAnsi="Calibri" w:cs="Calibri"/>
                              <w:sz w:val="17"/>
                              <w:szCs w:val="17"/>
                            </w:rPr>
                            <w:t xml:space="preserve"> Eliáše 6, 286 01 Čáslav</w:t>
                          </w:r>
                        </w:p>
                        <w:p w14:paraId="739FC1FD" w14:textId="0FE2C19F" w:rsidR="002E4EFC" w:rsidRPr="00167D52" w:rsidRDefault="002E4EFC" w:rsidP="001F3E8D">
                          <w:pPr>
                            <w:pStyle w:val="Zkladnodstavec"/>
                            <w:spacing w:line="240" w:lineRule="auto"/>
                            <w:rPr>
                              <w:rFonts w:ascii="Calibri" w:hAnsi="Calibri" w:cs="Calibri"/>
                              <w:sz w:val="17"/>
                              <w:szCs w:val="17"/>
                            </w:rPr>
                          </w:pPr>
                          <w:r w:rsidRPr="00167D52">
                            <w:rPr>
                              <w:rFonts w:ascii="Calibri" w:hAnsi="Calibri" w:cs="Calibri"/>
                              <w:sz w:val="17"/>
                              <w:szCs w:val="17"/>
                            </w:rPr>
                            <w:t>T</w:t>
                          </w:r>
                          <w:r w:rsidR="0083509D" w:rsidRPr="00167D52">
                            <w:rPr>
                              <w:rFonts w:ascii="Calibri" w:hAnsi="Calibri" w:cs="Calibri"/>
                              <w:sz w:val="17"/>
                              <w:szCs w:val="17"/>
                            </w:rPr>
                            <w:t>el.:</w:t>
                          </w:r>
                          <w:r w:rsidR="003D2FA5">
                            <w:rPr>
                              <w:rFonts w:ascii="Calibri" w:hAnsi="Calibri" w:cs="Calibri"/>
                              <w:sz w:val="17"/>
                              <w:szCs w:val="17"/>
                            </w:rPr>
                            <w:t xml:space="preserve"> + 327 300 </w:t>
                          </w:r>
                          <w:r w:rsidR="008B6FD5">
                            <w:rPr>
                              <w:rFonts w:ascii="Calibri" w:hAnsi="Calibri" w:cs="Calibri"/>
                              <w:sz w:val="17"/>
                              <w:szCs w:val="17"/>
                            </w:rPr>
                            <w:t>200</w:t>
                          </w:r>
                          <w:r w:rsidR="003D2FA5">
                            <w:rPr>
                              <w:rFonts w:ascii="Calibri" w:hAnsi="Calibri" w:cs="Calibri"/>
                              <w:sz w:val="17"/>
                              <w:szCs w:val="17"/>
                            </w:rPr>
                            <w:t xml:space="preserve"> </w:t>
                          </w:r>
                          <w:r w:rsidR="008B6FD5">
                            <w:rPr>
                              <w:rFonts w:ascii="Calibri" w:hAnsi="Calibri" w:cs="Calibri"/>
                              <w:sz w:val="17"/>
                              <w:szCs w:val="17"/>
                            </w:rPr>
                            <w:t>radnice</w:t>
                          </w:r>
                          <w:r w:rsidRPr="00167D52">
                            <w:rPr>
                              <w:rFonts w:ascii="Calibri" w:hAnsi="Calibri" w:cs="Calibri"/>
                              <w:sz w:val="17"/>
                              <w:szCs w:val="17"/>
                            </w:rPr>
                            <w:t>@meucaslav.cz |</w:t>
                          </w:r>
                          <w:r w:rsidRPr="00167D52">
                            <w:rPr>
                              <w:rFonts w:ascii="Calibri" w:hAnsi="Calibri" w:cs="Calibri"/>
                              <w:spacing w:val="4"/>
                              <w:position w:val="1"/>
                              <w:sz w:val="17"/>
                              <w:szCs w:val="17"/>
                            </w:rPr>
                            <w:t xml:space="preserve"> </w:t>
                          </w:r>
                          <w:hyperlink r:id="rId1" w:history="1">
                            <w:r w:rsidR="001F3E8D" w:rsidRPr="00167D52">
                              <w:rPr>
                                <w:rStyle w:val="Hypertextovodkaz"/>
                                <w:rFonts w:ascii="Calibri" w:hAnsi="Calibri" w:cs="Calibri"/>
                                <w:color w:val="000000"/>
                                <w:sz w:val="17"/>
                                <w:szCs w:val="17"/>
                                <w:u w:val="none"/>
                              </w:rPr>
                              <w:t>www.meucaslav.cz</w:t>
                            </w:r>
                          </w:hyperlink>
                        </w:p>
                        <w:p w14:paraId="52E1FE0C" w14:textId="77777777" w:rsidR="001F3E8D" w:rsidRPr="00167D52" w:rsidRDefault="001F3E8D" w:rsidP="001F3E8D">
                          <w:pPr>
                            <w:pStyle w:val="Zkladnodstavec"/>
                            <w:spacing w:line="240" w:lineRule="auto"/>
                            <w:rPr>
                              <w:rFonts w:ascii="Calibri" w:hAnsi="Calibri" w:cs="Calibri"/>
                              <w:sz w:val="17"/>
                              <w:szCs w:val="17"/>
                            </w:rPr>
                          </w:pPr>
                          <w:r w:rsidRPr="00167D52">
                            <w:rPr>
                              <w:rFonts w:ascii="Calibri" w:hAnsi="Calibri" w:cs="Calibri"/>
                              <w:sz w:val="17"/>
                              <w:szCs w:val="17"/>
                            </w:rPr>
                            <w:t>IČ: 00236021</w:t>
                          </w:r>
                          <w:r w:rsidRPr="00167D52">
                            <w:rPr>
                              <w:rFonts w:ascii="Calibri" w:hAnsi="Calibri" w:cs="Calibri"/>
                              <w:spacing w:val="4"/>
                              <w:position w:val="1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167D52">
                            <w:rPr>
                              <w:rFonts w:ascii="Calibri" w:hAnsi="Calibri" w:cs="Calibri"/>
                              <w:sz w:val="17"/>
                              <w:szCs w:val="17"/>
                            </w:rPr>
                            <w:t>|</w:t>
                          </w:r>
                          <w:r w:rsidRPr="00167D52">
                            <w:rPr>
                              <w:rFonts w:ascii="Calibri" w:hAnsi="Calibri" w:cs="Calibri"/>
                              <w:spacing w:val="4"/>
                              <w:position w:val="1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167D52">
                            <w:rPr>
                              <w:rFonts w:ascii="Calibri" w:hAnsi="Calibri" w:cs="Calibri"/>
                              <w:sz w:val="17"/>
                              <w:szCs w:val="17"/>
                            </w:rPr>
                            <w:t>DIČ: CZ00236021</w:t>
                          </w:r>
                          <w:r w:rsidR="0083509D" w:rsidRPr="00167D52">
                            <w:rPr>
                              <w:rFonts w:ascii="Calibri" w:hAnsi="Calibri" w:cs="Calibri"/>
                              <w:spacing w:val="4"/>
                              <w:position w:val="1"/>
                              <w:sz w:val="17"/>
                              <w:szCs w:val="17"/>
                            </w:rPr>
                            <w:t xml:space="preserve"> </w:t>
                          </w:r>
                          <w:r w:rsidR="0083509D" w:rsidRPr="00167D52">
                            <w:rPr>
                              <w:rFonts w:ascii="Calibri" w:hAnsi="Calibri" w:cs="Calibri"/>
                              <w:sz w:val="17"/>
                              <w:szCs w:val="17"/>
                            </w:rPr>
                            <w:t>|</w:t>
                          </w:r>
                          <w:r w:rsidR="003D2FA5">
                            <w:rPr>
                              <w:rFonts w:ascii="Calibri" w:hAnsi="Calibri" w:cs="Calibri"/>
                              <w:spacing w:val="4"/>
                              <w:position w:val="1"/>
                              <w:sz w:val="17"/>
                              <w:szCs w:val="17"/>
                            </w:rPr>
                            <w:t xml:space="preserve"> </w:t>
                          </w:r>
                          <w:r w:rsidR="0083509D" w:rsidRPr="00167D52">
                            <w:rPr>
                              <w:rFonts w:ascii="Calibri" w:hAnsi="Calibri"/>
                              <w:sz w:val="17"/>
                              <w:szCs w:val="17"/>
                            </w:rPr>
                            <w:t>DS: ffnbe7e</w:t>
                          </w:r>
                          <w:r w:rsidR="0083509D" w:rsidRPr="00167D52">
                            <w:rPr>
                              <w:rFonts w:ascii="Calibri" w:hAnsi="Calibri" w:cs="Calibri"/>
                              <w:sz w:val="17"/>
                              <w:szCs w:val="17"/>
                            </w:rPr>
                            <w:t xml:space="preserve"> </w:t>
                          </w:r>
                        </w:p>
                        <w:p w14:paraId="42DBE501" w14:textId="77777777" w:rsidR="001F3E8D" w:rsidRPr="002E4EFC" w:rsidRDefault="001F3E8D" w:rsidP="002E4EFC">
                          <w:pPr>
                            <w:spacing w:after="0" w:line="240" w:lineRule="auto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A1583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left:0;text-align:left;margin-left:-5.3pt;margin-top:-33.45pt;width:348.9pt;height:44.9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" filled="f" stroked="f">
              <v:textbox>
                <w:txbxContent>
                  <w:p w14:paraId="20518D20" w14:textId="77777777" w:rsidR="00407148" w:rsidRPr="00167D52" w:rsidRDefault="0010619D" w:rsidP="002E4EFC">
                    <w:pPr>
                      <w:pStyle w:val="Zkladnodstavec"/>
                      <w:spacing w:line="240" w:lineRule="auto"/>
                      <w:rPr>
                        <w:rFonts w:ascii="Calibri" w:hAnsi="Calibri" w:cs="Calibri"/>
                        <w:sz w:val="17"/>
                        <w:szCs w:val="17"/>
                      </w:rPr>
                    </w:pPr>
                    <w:r>
                      <w:rPr>
                        <w:rFonts w:ascii="Calibri" w:hAnsi="Calibri" w:cs="Calibri"/>
                        <w:sz w:val="17"/>
                        <w:szCs w:val="17"/>
                      </w:rPr>
                      <w:t>N</w:t>
                    </w:r>
                    <w:r w:rsidR="002E4EFC" w:rsidRPr="00167D52">
                      <w:rPr>
                        <w:rFonts w:ascii="Calibri" w:hAnsi="Calibri" w:cs="Calibri"/>
                        <w:sz w:val="17"/>
                        <w:szCs w:val="17"/>
                      </w:rPr>
                      <w:t>ám. J</w:t>
                    </w:r>
                    <w:r w:rsidR="003D2FA5">
                      <w:rPr>
                        <w:rFonts w:ascii="Calibri" w:hAnsi="Calibri" w:cs="Calibri"/>
                        <w:sz w:val="17"/>
                        <w:szCs w:val="17"/>
                      </w:rPr>
                      <w:t>ana</w:t>
                    </w:r>
                    <w:r w:rsidR="002E4EFC" w:rsidRPr="00167D52">
                      <w:rPr>
                        <w:rFonts w:ascii="Calibri" w:hAnsi="Calibri" w:cs="Calibri"/>
                        <w:sz w:val="17"/>
                        <w:szCs w:val="17"/>
                      </w:rPr>
                      <w:t xml:space="preserve"> Žižky z Trocnova 1, 286 01 Čáslav</w:t>
                    </w:r>
                    <w:r w:rsidR="001F3E8D" w:rsidRPr="00167D52">
                      <w:rPr>
                        <w:rFonts w:ascii="Calibri" w:hAnsi="Calibri" w:cs="Calibri"/>
                        <w:sz w:val="17"/>
                        <w:szCs w:val="17"/>
                      </w:rPr>
                      <w:t xml:space="preserve"> | </w:t>
                    </w:r>
                    <w:r w:rsidR="002E4EFC" w:rsidRPr="00167D52">
                      <w:rPr>
                        <w:rFonts w:ascii="Calibri" w:hAnsi="Calibri" w:cs="Calibri"/>
                        <w:sz w:val="17"/>
                        <w:szCs w:val="17"/>
                      </w:rPr>
                      <w:t>Sídlo odboru: Gen</w:t>
                    </w:r>
                    <w:r w:rsidR="0083509D" w:rsidRPr="00167D52">
                      <w:rPr>
                        <w:rFonts w:ascii="Calibri" w:hAnsi="Calibri" w:cs="Calibri"/>
                        <w:sz w:val="17"/>
                        <w:szCs w:val="17"/>
                      </w:rPr>
                      <w:t>.</w:t>
                    </w:r>
                    <w:r w:rsidR="002E4EFC" w:rsidRPr="00167D52">
                      <w:rPr>
                        <w:rFonts w:ascii="Calibri" w:hAnsi="Calibri" w:cs="Calibri"/>
                        <w:sz w:val="17"/>
                        <w:szCs w:val="17"/>
                      </w:rPr>
                      <w:t xml:space="preserve"> Eliáše 6, 286 01 Čáslav</w:t>
                    </w:r>
                  </w:p>
                  <w:p w14:paraId="739FC1FD" w14:textId="0FE2C19F" w:rsidR="002E4EFC" w:rsidRPr="00167D52" w:rsidRDefault="002E4EFC" w:rsidP="001F3E8D">
                    <w:pPr>
                      <w:pStyle w:val="Zkladnodstavec"/>
                      <w:spacing w:line="240" w:lineRule="auto"/>
                      <w:rPr>
                        <w:rFonts w:ascii="Calibri" w:hAnsi="Calibri" w:cs="Calibri"/>
                        <w:sz w:val="17"/>
                        <w:szCs w:val="17"/>
                      </w:rPr>
                    </w:pPr>
                    <w:r w:rsidRPr="00167D52">
                      <w:rPr>
                        <w:rFonts w:ascii="Calibri" w:hAnsi="Calibri" w:cs="Calibri"/>
                        <w:sz w:val="17"/>
                        <w:szCs w:val="17"/>
                      </w:rPr>
                      <w:t>T</w:t>
                    </w:r>
                    <w:r w:rsidR="0083509D" w:rsidRPr="00167D52">
                      <w:rPr>
                        <w:rFonts w:ascii="Calibri" w:hAnsi="Calibri" w:cs="Calibri"/>
                        <w:sz w:val="17"/>
                        <w:szCs w:val="17"/>
                      </w:rPr>
                      <w:t>el.:</w:t>
                    </w:r>
                    <w:r w:rsidR="003D2FA5">
                      <w:rPr>
                        <w:rFonts w:ascii="Calibri" w:hAnsi="Calibri" w:cs="Calibri"/>
                        <w:sz w:val="17"/>
                        <w:szCs w:val="17"/>
                      </w:rPr>
                      <w:t xml:space="preserve"> + 327 300 </w:t>
                    </w:r>
                    <w:r w:rsidR="008B6FD5">
                      <w:rPr>
                        <w:rFonts w:ascii="Calibri" w:hAnsi="Calibri" w:cs="Calibri"/>
                        <w:sz w:val="17"/>
                        <w:szCs w:val="17"/>
                      </w:rPr>
                      <w:t>200</w:t>
                    </w:r>
                    <w:r w:rsidR="003D2FA5">
                      <w:rPr>
                        <w:rFonts w:ascii="Calibri" w:hAnsi="Calibri" w:cs="Calibri"/>
                        <w:sz w:val="17"/>
                        <w:szCs w:val="17"/>
                      </w:rPr>
                      <w:t xml:space="preserve"> </w:t>
                    </w:r>
                    <w:r w:rsidR="008B6FD5">
                      <w:rPr>
                        <w:rFonts w:ascii="Calibri" w:hAnsi="Calibri" w:cs="Calibri"/>
                        <w:sz w:val="17"/>
                        <w:szCs w:val="17"/>
                      </w:rPr>
                      <w:t>radnice</w:t>
                    </w:r>
                    <w:r w:rsidRPr="00167D52">
                      <w:rPr>
                        <w:rFonts w:ascii="Calibri" w:hAnsi="Calibri" w:cs="Calibri"/>
                        <w:sz w:val="17"/>
                        <w:szCs w:val="17"/>
                      </w:rPr>
                      <w:t>@meucaslav.cz |</w:t>
                    </w:r>
                    <w:r w:rsidRPr="00167D52">
                      <w:rPr>
                        <w:rFonts w:ascii="Calibri" w:hAnsi="Calibri" w:cs="Calibri"/>
                        <w:spacing w:val="4"/>
                        <w:position w:val="1"/>
                        <w:sz w:val="17"/>
                        <w:szCs w:val="17"/>
                      </w:rPr>
                      <w:t xml:space="preserve"> </w:t>
                    </w:r>
                    <w:hyperlink r:id="rId2" w:history="1">
                      <w:r w:rsidR="001F3E8D" w:rsidRPr="00167D52">
                        <w:rPr>
                          <w:rStyle w:val="Hypertextovodkaz"/>
                          <w:rFonts w:ascii="Calibri" w:hAnsi="Calibri" w:cs="Calibri"/>
                          <w:color w:val="000000"/>
                          <w:sz w:val="17"/>
                          <w:szCs w:val="17"/>
                          <w:u w:val="none"/>
                        </w:rPr>
                        <w:t>www.meucaslav.cz</w:t>
                      </w:r>
                    </w:hyperlink>
                  </w:p>
                  <w:p w14:paraId="52E1FE0C" w14:textId="77777777" w:rsidR="001F3E8D" w:rsidRPr="00167D52" w:rsidRDefault="001F3E8D" w:rsidP="001F3E8D">
                    <w:pPr>
                      <w:pStyle w:val="Zkladnodstavec"/>
                      <w:spacing w:line="240" w:lineRule="auto"/>
                      <w:rPr>
                        <w:rFonts w:ascii="Calibri" w:hAnsi="Calibri" w:cs="Calibri"/>
                        <w:sz w:val="17"/>
                        <w:szCs w:val="17"/>
                      </w:rPr>
                    </w:pPr>
                    <w:r w:rsidRPr="00167D52">
                      <w:rPr>
                        <w:rFonts w:ascii="Calibri" w:hAnsi="Calibri" w:cs="Calibri"/>
                        <w:sz w:val="17"/>
                        <w:szCs w:val="17"/>
                      </w:rPr>
                      <w:t>IČ: 00236021</w:t>
                    </w:r>
                    <w:r w:rsidRPr="00167D52">
                      <w:rPr>
                        <w:rFonts w:ascii="Calibri" w:hAnsi="Calibri" w:cs="Calibri"/>
                        <w:spacing w:val="4"/>
                        <w:position w:val="1"/>
                        <w:sz w:val="17"/>
                        <w:szCs w:val="17"/>
                      </w:rPr>
                      <w:t xml:space="preserve"> </w:t>
                    </w:r>
                    <w:r w:rsidRPr="00167D52">
                      <w:rPr>
                        <w:rFonts w:ascii="Calibri" w:hAnsi="Calibri" w:cs="Calibri"/>
                        <w:sz w:val="17"/>
                        <w:szCs w:val="17"/>
                      </w:rPr>
                      <w:t>|</w:t>
                    </w:r>
                    <w:r w:rsidRPr="00167D52">
                      <w:rPr>
                        <w:rFonts w:ascii="Calibri" w:hAnsi="Calibri" w:cs="Calibri"/>
                        <w:spacing w:val="4"/>
                        <w:position w:val="1"/>
                        <w:sz w:val="17"/>
                        <w:szCs w:val="17"/>
                      </w:rPr>
                      <w:t xml:space="preserve"> </w:t>
                    </w:r>
                    <w:r w:rsidRPr="00167D52">
                      <w:rPr>
                        <w:rFonts w:ascii="Calibri" w:hAnsi="Calibri" w:cs="Calibri"/>
                        <w:sz w:val="17"/>
                        <w:szCs w:val="17"/>
                      </w:rPr>
                      <w:t>DIČ: CZ00236021</w:t>
                    </w:r>
                    <w:r w:rsidR="0083509D" w:rsidRPr="00167D52">
                      <w:rPr>
                        <w:rFonts w:ascii="Calibri" w:hAnsi="Calibri" w:cs="Calibri"/>
                        <w:spacing w:val="4"/>
                        <w:position w:val="1"/>
                        <w:sz w:val="17"/>
                        <w:szCs w:val="17"/>
                      </w:rPr>
                      <w:t xml:space="preserve"> </w:t>
                    </w:r>
                    <w:r w:rsidR="0083509D" w:rsidRPr="00167D52">
                      <w:rPr>
                        <w:rFonts w:ascii="Calibri" w:hAnsi="Calibri" w:cs="Calibri"/>
                        <w:sz w:val="17"/>
                        <w:szCs w:val="17"/>
                      </w:rPr>
                      <w:t>|</w:t>
                    </w:r>
                    <w:r w:rsidR="003D2FA5">
                      <w:rPr>
                        <w:rFonts w:ascii="Calibri" w:hAnsi="Calibri" w:cs="Calibri"/>
                        <w:spacing w:val="4"/>
                        <w:position w:val="1"/>
                        <w:sz w:val="17"/>
                        <w:szCs w:val="17"/>
                      </w:rPr>
                      <w:t xml:space="preserve"> </w:t>
                    </w:r>
                    <w:r w:rsidR="0083509D" w:rsidRPr="00167D52">
                      <w:rPr>
                        <w:rFonts w:ascii="Calibri" w:hAnsi="Calibri"/>
                        <w:sz w:val="17"/>
                        <w:szCs w:val="17"/>
                      </w:rPr>
                      <w:t>DS: ffnbe7e</w:t>
                    </w:r>
                    <w:r w:rsidR="0083509D" w:rsidRPr="00167D52">
                      <w:rPr>
                        <w:rFonts w:ascii="Calibri" w:hAnsi="Calibri" w:cs="Calibri"/>
                        <w:sz w:val="17"/>
                        <w:szCs w:val="17"/>
                      </w:rPr>
                      <w:t xml:space="preserve"> </w:t>
                    </w:r>
                  </w:p>
                  <w:p w14:paraId="42DBE501" w14:textId="77777777" w:rsidR="001F3E8D" w:rsidRPr="002E4EFC" w:rsidRDefault="001F3E8D" w:rsidP="002E4EFC">
                    <w:pPr>
                      <w:spacing w:after="0" w:line="240" w:lineRule="auto"/>
                      <w:rPr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color w:val="1D4F91"/>
        <w:sz w:val="16"/>
        <w:szCs w:val="16"/>
        <w:lang w:eastAsia="cs-CZ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8EE54FA" wp14:editId="2A3EBD5C">
              <wp:simplePos x="0" y="0"/>
              <wp:positionH relativeFrom="column">
                <wp:posOffset>5936615</wp:posOffset>
              </wp:positionH>
              <wp:positionV relativeFrom="paragraph">
                <wp:posOffset>-103505</wp:posOffset>
              </wp:positionV>
              <wp:extent cx="329565" cy="351155"/>
              <wp:effectExtent l="0" t="3810" r="0" b="0"/>
              <wp:wrapNone/>
              <wp:docPr id="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9565" cy="351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92DDE98" id="Rectangle 5" o:spid="_x0000_s1026" style="position:absolute;margin-left:467.45pt;margin-top:-8.15pt;width:25.95pt;height:27.6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" stroked="f"/>
          </w:pict>
        </mc:Fallback>
      </mc:AlternateContent>
    </w:r>
    <w:r w:rsidR="0015597F" w:rsidRPr="007200AB">
      <w:rPr>
        <w:color w:val="1D4F91"/>
        <w:sz w:val="16"/>
        <w:szCs w:val="16"/>
      </w:rPr>
      <w:fldChar w:fldCharType="begin"/>
    </w:r>
    <w:r w:rsidR="007200AB" w:rsidRPr="007200AB">
      <w:rPr>
        <w:color w:val="1D4F91"/>
        <w:sz w:val="16"/>
        <w:szCs w:val="16"/>
      </w:rPr>
      <w:instrText xml:space="preserve"> PAGE   \* MERGEFORMAT </w:instrText>
    </w:r>
    <w:r w:rsidR="0015597F" w:rsidRPr="007200AB">
      <w:rPr>
        <w:color w:val="1D4F91"/>
        <w:sz w:val="16"/>
        <w:szCs w:val="16"/>
      </w:rPr>
      <w:fldChar w:fldCharType="separate"/>
    </w:r>
    <w:r w:rsidR="009C753E">
      <w:rPr>
        <w:noProof/>
        <w:color w:val="1D4F91"/>
        <w:sz w:val="16"/>
        <w:szCs w:val="16"/>
      </w:rPr>
      <w:t>1</w:t>
    </w:r>
    <w:r w:rsidR="0015597F" w:rsidRPr="007200AB">
      <w:rPr>
        <w:color w:val="1D4F91"/>
        <w:sz w:val="16"/>
        <w:szCs w:val="16"/>
      </w:rPr>
      <w:fldChar w:fldCharType="end"/>
    </w:r>
  </w:p>
  <w:p w14:paraId="3BC8ED2E" w14:textId="77777777" w:rsidR="00386BD6" w:rsidRDefault="00386BD6"/>
  <w:p w14:paraId="76F41B3E" w14:textId="77777777" w:rsidR="00386BD6" w:rsidRDefault="00386BD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FC68A" w14:textId="77777777" w:rsidR="00D073C3" w:rsidRDefault="00D073C3" w:rsidP="00DD02EC">
      <w:pPr>
        <w:spacing w:after="0" w:line="240" w:lineRule="auto"/>
      </w:pPr>
      <w:r>
        <w:separator/>
      </w:r>
    </w:p>
  </w:footnote>
  <w:footnote w:type="continuationSeparator" w:id="0">
    <w:p w14:paraId="28529ADB" w14:textId="77777777" w:rsidR="00D073C3" w:rsidRDefault="00D073C3" w:rsidP="00DD02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DF0A8" w14:textId="77777777" w:rsidR="008C191C" w:rsidRDefault="00822800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1FB6031" wp14:editId="23A5EA28">
              <wp:simplePos x="0" y="0"/>
              <wp:positionH relativeFrom="column">
                <wp:posOffset>1053465</wp:posOffset>
              </wp:positionH>
              <wp:positionV relativeFrom="paragraph">
                <wp:posOffset>179070</wp:posOffset>
              </wp:positionV>
              <wp:extent cx="5041900" cy="463550"/>
              <wp:effectExtent l="1905" t="635" r="4445" b="254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19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802573" w14:textId="77777777" w:rsidR="006473EC" w:rsidRPr="00F347E4" w:rsidRDefault="006473EC" w:rsidP="006473EC">
                          <w:pPr>
                            <w:spacing w:after="0" w:line="240" w:lineRule="auto"/>
                            <w:rPr>
                              <w:b/>
                              <w:color w:val="000000"/>
                              <w:sz w:val="24"/>
                              <w:szCs w:val="24"/>
                            </w:rPr>
                          </w:pPr>
                          <w:r w:rsidRPr="00F347E4">
                            <w:rPr>
                              <w:b/>
                              <w:color w:val="000000"/>
                              <w:sz w:val="24"/>
                              <w:szCs w:val="24"/>
                            </w:rPr>
                            <w:t>MĚSTSKÝ ÚŘAD ČÁSLAV</w:t>
                          </w:r>
                        </w:p>
                        <w:p w14:paraId="642961E6" w14:textId="77777777" w:rsidR="006473EC" w:rsidRPr="00F347E4" w:rsidRDefault="00B707F1" w:rsidP="006473EC">
                          <w:pPr>
                            <w:spacing w:after="0" w:line="240" w:lineRule="auto"/>
                            <w:rPr>
                              <w:color w:val="000000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szCs w:val="24"/>
                            </w:rPr>
                            <w:t>Kancelář tajemníka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1FB6031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82.95pt;margin-top:14.1pt;width:397pt;height:36.5pt;z-index:251660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" filled="f" stroked="f" strokecolor="white">
              <v:textbox style="mso-fit-shape-to-text:t">
                <w:txbxContent>
                  <w:p w14:paraId="19802573" w14:textId="77777777" w:rsidR="006473EC" w:rsidRPr="00F347E4" w:rsidRDefault="006473EC" w:rsidP="006473EC">
                    <w:pPr>
                      <w:spacing w:after="0" w:line="240" w:lineRule="auto"/>
                      <w:rPr>
                        <w:b/>
                        <w:color w:val="000000"/>
                        <w:sz w:val="24"/>
                        <w:szCs w:val="24"/>
                      </w:rPr>
                    </w:pPr>
                    <w:r w:rsidRPr="00F347E4">
                      <w:rPr>
                        <w:b/>
                        <w:color w:val="000000"/>
                        <w:sz w:val="24"/>
                        <w:szCs w:val="24"/>
                      </w:rPr>
                      <w:t>MĚSTSKÝ ÚŘAD ČÁSLAV</w:t>
                    </w:r>
                  </w:p>
                  <w:p w14:paraId="642961E6" w14:textId="77777777" w:rsidR="006473EC" w:rsidRPr="00F347E4" w:rsidRDefault="00B707F1" w:rsidP="006473EC">
                    <w:pPr>
                      <w:spacing w:after="0" w:line="240" w:lineRule="auto"/>
                      <w:rPr>
                        <w:color w:val="000000"/>
                        <w:sz w:val="24"/>
                        <w:szCs w:val="24"/>
                      </w:rPr>
                    </w:pPr>
                    <w:r>
                      <w:rPr>
                        <w:color w:val="000000"/>
                        <w:sz w:val="24"/>
                        <w:szCs w:val="24"/>
                      </w:rPr>
                      <w:t>Kancelář tajemníka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F14B669" wp14:editId="48A69543">
              <wp:simplePos x="0" y="0"/>
              <wp:positionH relativeFrom="column">
                <wp:posOffset>8255</wp:posOffset>
              </wp:positionH>
              <wp:positionV relativeFrom="paragraph">
                <wp:posOffset>735330</wp:posOffset>
              </wp:positionV>
              <wp:extent cx="6114415" cy="0"/>
              <wp:effectExtent l="13970" t="13970" r="5715" b="5080"/>
              <wp:wrapNone/>
              <wp:docPr id="5" name="AutoShap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441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255AB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3" o:spid="_x0000_s1026" type="#_x0000_t32" style="position:absolute;margin-left:.65pt;margin-top:57.9pt;width:481.4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1657728" behindDoc="1" locked="0" layoutInCell="1" allowOverlap="1" wp14:anchorId="39B9113E" wp14:editId="0BD75291">
          <wp:simplePos x="0" y="0"/>
          <wp:positionH relativeFrom="column">
            <wp:posOffset>-716280</wp:posOffset>
          </wp:positionH>
          <wp:positionV relativeFrom="paragraph">
            <wp:posOffset>-458470</wp:posOffset>
          </wp:positionV>
          <wp:extent cx="7552690" cy="1364615"/>
          <wp:effectExtent l="0" t="0" r="0" b="0"/>
          <wp:wrapNone/>
          <wp:docPr id="783320420" name="obrázek 21" descr="Hlavickovy_papir_CB_Logo_1_bez_car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1" descr="Hlavickovy_papir_CB_Logo_1_bez_car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364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254965" w14:textId="77777777" w:rsidR="00386BD6" w:rsidRDefault="00386BD6"/>
  <w:p w14:paraId="40C4727B" w14:textId="77777777" w:rsidR="00386BD6" w:rsidRDefault="00386B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1C85B" w14:textId="77777777" w:rsidR="007200AB" w:rsidRDefault="00822800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E872C63" wp14:editId="02BEB626">
              <wp:simplePos x="0" y="0"/>
              <wp:positionH relativeFrom="column">
                <wp:posOffset>1034415</wp:posOffset>
              </wp:positionH>
              <wp:positionV relativeFrom="paragraph">
                <wp:posOffset>188595</wp:posOffset>
              </wp:positionV>
              <wp:extent cx="5041900" cy="463550"/>
              <wp:effectExtent l="1905" t="635" r="4445" b="2540"/>
              <wp:wrapNone/>
              <wp:docPr id="4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19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ED3682" w14:textId="77777777" w:rsidR="006473EC" w:rsidRPr="00F347E4" w:rsidRDefault="006473EC" w:rsidP="006473EC">
                          <w:pPr>
                            <w:spacing w:after="0" w:line="240" w:lineRule="auto"/>
                            <w:rPr>
                              <w:b/>
                              <w:color w:val="000000"/>
                              <w:sz w:val="24"/>
                              <w:szCs w:val="24"/>
                            </w:rPr>
                          </w:pPr>
                          <w:r w:rsidRPr="00F347E4">
                            <w:rPr>
                              <w:b/>
                              <w:color w:val="000000"/>
                              <w:sz w:val="24"/>
                              <w:szCs w:val="24"/>
                            </w:rPr>
                            <w:t>MĚSTSKÝ ÚŘAD ČÁSLAV</w:t>
                          </w:r>
                        </w:p>
                        <w:p w14:paraId="4850C955" w14:textId="2D114EEB" w:rsidR="006473EC" w:rsidRPr="00F347E4" w:rsidRDefault="009749C1" w:rsidP="006473EC">
                          <w:pPr>
                            <w:spacing w:after="0" w:line="240" w:lineRule="auto"/>
                            <w:rPr>
                              <w:color w:val="000000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szCs w:val="24"/>
                            </w:rPr>
                            <w:t>n</w:t>
                          </w:r>
                          <w:r w:rsidR="006A1E72">
                            <w:rPr>
                              <w:color w:val="000000"/>
                              <w:sz w:val="24"/>
                              <w:szCs w:val="24"/>
                            </w:rPr>
                            <w:t>ám. Jana Žižky z</w:t>
                          </w:r>
                          <w:r>
                            <w:rPr>
                              <w:color w:val="000000"/>
                              <w:sz w:val="24"/>
                              <w:szCs w:val="24"/>
                            </w:rPr>
                            <w:t> </w:t>
                          </w:r>
                          <w:r w:rsidR="006A1E72">
                            <w:rPr>
                              <w:color w:val="000000"/>
                              <w:sz w:val="24"/>
                              <w:szCs w:val="24"/>
                            </w:rPr>
                            <w:t>Trocnova</w:t>
                          </w:r>
                          <w:r>
                            <w:rPr>
                              <w:color w:val="000000"/>
                              <w:sz w:val="24"/>
                              <w:szCs w:val="24"/>
                            </w:rPr>
                            <w:t xml:space="preserve"> 1/1, 286 01 Čáslav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E872C63"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7" type="#_x0000_t202" style="position:absolute;margin-left:81.45pt;margin-top:14.85pt;width:397pt;height:36.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" filled="f" stroked="f" strokecolor="white">
              <v:textbox style="mso-fit-shape-to-text:t">
                <w:txbxContent>
                  <w:p w14:paraId="15ED3682" w14:textId="77777777" w:rsidR="006473EC" w:rsidRPr="00F347E4" w:rsidRDefault="006473EC" w:rsidP="006473EC">
                    <w:pPr>
                      <w:spacing w:after="0" w:line="240" w:lineRule="auto"/>
                      <w:rPr>
                        <w:b/>
                        <w:color w:val="000000"/>
                        <w:sz w:val="24"/>
                        <w:szCs w:val="24"/>
                      </w:rPr>
                    </w:pPr>
                    <w:r w:rsidRPr="00F347E4">
                      <w:rPr>
                        <w:b/>
                        <w:color w:val="000000"/>
                        <w:sz w:val="24"/>
                        <w:szCs w:val="24"/>
                      </w:rPr>
                      <w:t>MĚSTSKÝ ÚŘAD ČÁSLAV</w:t>
                    </w:r>
                  </w:p>
                  <w:p w14:paraId="4850C955" w14:textId="2D114EEB" w:rsidR="006473EC" w:rsidRPr="00F347E4" w:rsidRDefault="009749C1" w:rsidP="006473EC">
                    <w:pPr>
                      <w:spacing w:after="0" w:line="240" w:lineRule="auto"/>
                      <w:rPr>
                        <w:color w:val="000000"/>
                        <w:sz w:val="24"/>
                        <w:szCs w:val="24"/>
                      </w:rPr>
                    </w:pPr>
                    <w:r>
                      <w:rPr>
                        <w:color w:val="000000"/>
                        <w:sz w:val="24"/>
                        <w:szCs w:val="24"/>
                      </w:rPr>
                      <w:t>n</w:t>
                    </w:r>
                    <w:r w:rsidR="006A1E72">
                      <w:rPr>
                        <w:color w:val="000000"/>
                        <w:sz w:val="24"/>
                        <w:szCs w:val="24"/>
                      </w:rPr>
                      <w:t>ám. Jana Žižky z</w:t>
                    </w:r>
                    <w:r>
                      <w:rPr>
                        <w:color w:val="000000"/>
                        <w:sz w:val="24"/>
                        <w:szCs w:val="24"/>
                      </w:rPr>
                      <w:t> </w:t>
                    </w:r>
                    <w:r w:rsidR="006A1E72">
                      <w:rPr>
                        <w:color w:val="000000"/>
                        <w:sz w:val="24"/>
                        <w:szCs w:val="24"/>
                      </w:rPr>
                      <w:t>Trocnova</w:t>
                    </w:r>
                    <w:r>
                      <w:rPr>
                        <w:color w:val="000000"/>
                        <w:sz w:val="24"/>
                        <w:szCs w:val="24"/>
                      </w:rPr>
                      <w:t xml:space="preserve"> 1/1, 286 01 Čáslav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704" behindDoc="1" locked="0" layoutInCell="1" allowOverlap="1" wp14:anchorId="695E7DA9" wp14:editId="69079C87">
          <wp:simplePos x="0" y="0"/>
          <wp:positionH relativeFrom="column">
            <wp:posOffset>-716280</wp:posOffset>
          </wp:positionH>
          <wp:positionV relativeFrom="paragraph">
            <wp:posOffset>-448310</wp:posOffset>
          </wp:positionV>
          <wp:extent cx="7552690" cy="1364615"/>
          <wp:effectExtent l="0" t="0" r="0" b="0"/>
          <wp:wrapNone/>
          <wp:docPr id="350832945" name="obrázek 20" descr="Hlavickovy_papir_CB_Logo_1_bez_car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0" descr="Hlavickovy_papir_CB_Logo_1_bez_car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364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40CD99B" wp14:editId="5C050518">
              <wp:simplePos x="0" y="0"/>
              <wp:positionH relativeFrom="column">
                <wp:posOffset>13335</wp:posOffset>
              </wp:positionH>
              <wp:positionV relativeFrom="paragraph">
                <wp:posOffset>750570</wp:posOffset>
              </wp:positionV>
              <wp:extent cx="6114415" cy="0"/>
              <wp:effectExtent l="9525" t="10160" r="10160" b="8890"/>
              <wp:wrapNone/>
              <wp:docPr id="3" name="AutoShap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441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513FC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7" o:spid="_x0000_s1026" type="#_x0000_t32" style="position:absolute;margin-left:1.05pt;margin-top:59.1pt;width:481.4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"/>
          </w:pict>
        </mc:Fallback>
      </mc:AlternateContent>
    </w:r>
  </w:p>
  <w:p w14:paraId="0B730A4B" w14:textId="77777777" w:rsidR="00386BD6" w:rsidRDefault="00386BD6"/>
  <w:p w14:paraId="74EFB4F6" w14:textId="77777777" w:rsidR="00386BD6" w:rsidRDefault="00386BD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214"/>
        </w:tabs>
        <w:ind w:left="214" w:hanging="432"/>
      </w:pPr>
    </w:lvl>
    <w:lvl w:ilvl="1">
      <w:start w:val="1"/>
      <w:numFmt w:val="none"/>
      <w:lvlText w:val=""/>
      <w:lvlJc w:val="left"/>
      <w:pPr>
        <w:tabs>
          <w:tab w:val="num" w:pos="358"/>
        </w:tabs>
        <w:ind w:left="358" w:hanging="576"/>
      </w:pPr>
    </w:lvl>
    <w:lvl w:ilvl="2">
      <w:start w:val="1"/>
      <w:numFmt w:val="none"/>
      <w:pStyle w:val="Nadpis3"/>
      <w:lvlText w:val=""/>
      <w:lvlJc w:val="left"/>
      <w:pPr>
        <w:tabs>
          <w:tab w:val="num" w:pos="502"/>
        </w:tabs>
        <w:ind w:left="502" w:hanging="720"/>
      </w:pPr>
    </w:lvl>
    <w:lvl w:ilvl="3">
      <w:start w:val="1"/>
      <w:numFmt w:val="none"/>
      <w:lvlText w:val=""/>
      <w:lvlJc w:val="left"/>
      <w:pPr>
        <w:tabs>
          <w:tab w:val="num" w:pos="646"/>
        </w:tabs>
        <w:ind w:left="646" w:hanging="864"/>
      </w:pPr>
    </w:lvl>
    <w:lvl w:ilvl="4">
      <w:start w:val="1"/>
      <w:numFmt w:val="none"/>
      <w:lvlText w:val=""/>
      <w:lvlJc w:val="left"/>
      <w:pPr>
        <w:tabs>
          <w:tab w:val="num" w:pos="790"/>
        </w:tabs>
        <w:ind w:left="790" w:hanging="1008"/>
      </w:pPr>
    </w:lvl>
    <w:lvl w:ilvl="5">
      <w:start w:val="1"/>
      <w:numFmt w:val="none"/>
      <w:lvlText w:val=""/>
      <w:lvlJc w:val="left"/>
      <w:pPr>
        <w:tabs>
          <w:tab w:val="num" w:pos="934"/>
        </w:tabs>
        <w:ind w:left="934" w:hanging="1152"/>
      </w:pPr>
    </w:lvl>
    <w:lvl w:ilvl="6">
      <w:start w:val="1"/>
      <w:numFmt w:val="none"/>
      <w:lvlText w:val=""/>
      <w:lvlJc w:val="left"/>
      <w:pPr>
        <w:tabs>
          <w:tab w:val="num" w:pos="1078"/>
        </w:tabs>
        <w:ind w:left="1078" w:hanging="1296"/>
      </w:pPr>
    </w:lvl>
    <w:lvl w:ilvl="7">
      <w:start w:val="1"/>
      <w:numFmt w:val="none"/>
      <w:lvlText w:val=""/>
      <w:lvlJc w:val="left"/>
      <w:pPr>
        <w:tabs>
          <w:tab w:val="num" w:pos="1222"/>
        </w:tabs>
        <w:ind w:left="1222" w:hanging="1440"/>
      </w:pPr>
    </w:lvl>
    <w:lvl w:ilvl="8">
      <w:start w:val="1"/>
      <w:numFmt w:val="none"/>
      <w:lvlText w:val=""/>
      <w:lvlJc w:val="left"/>
      <w:pPr>
        <w:tabs>
          <w:tab w:val="num" w:pos="1366"/>
        </w:tabs>
        <w:ind w:left="1366" w:hanging="1584"/>
      </w:pPr>
    </w:lvl>
  </w:abstractNum>
  <w:abstractNum w:abstractNumId="1" w15:restartNumberingAfterBreak="0">
    <w:nsid w:val="01F36E04"/>
    <w:multiLevelType w:val="hybridMultilevel"/>
    <w:tmpl w:val="68145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A3687"/>
    <w:multiLevelType w:val="hybridMultilevel"/>
    <w:tmpl w:val="9C308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25D89"/>
    <w:multiLevelType w:val="hybridMultilevel"/>
    <w:tmpl w:val="3BBE56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618468">
    <w:abstractNumId w:val="0"/>
  </w:num>
  <w:num w:numId="2" w16cid:durableId="523130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6367518">
    <w:abstractNumId w:val="1"/>
  </w:num>
  <w:num w:numId="4" w16cid:durableId="26581548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>
      <o:colormru v:ext="edit" colors="#1d4f9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800"/>
    <w:rsid w:val="00002390"/>
    <w:rsid w:val="00002B27"/>
    <w:rsid w:val="00002BCD"/>
    <w:rsid w:val="00002FFE"/>
    <w:rsid w:val="0000364D"/>
    <w:rsid w:val="00003EA4"/>
    <w:rsid w:val="0000440D"/>
    <w:rsid w:val="00004AA8"/>
    <w:rsid w:val="00004C06"/>
    <w:rsid w:val="00004D44"/>
    <w:rsid w:val="0000578E"/>
    <w:rsid w:val="00005AE9"/>
    <w:rsid w:val="00010A52"/>
    <w:rsid w:val="00010D15"/>
    <w:rsid w:val="00010E08"/>
    <w:rsid w:val="0001106F"/>
    <w:rsid w:val="000110BD"/>
    <w:rsid w:val="00012609"/>
    <w:rsid w:val="00014DDA"/>
    <w:rsid w:val="000165B2"/>
    <w:rsid w:val="0001695A"/>
    <w:rsid w:val="0001783F"/>
    <w:rsid w:val="00017C3D"/>
    <w:rsid w:val="00020D8B"/>
    <w:rsid w:val="00020FAE"/>
    <w:rsid w:val="0002160E"/>
    <w:rsid w:val="000224F6"/>
    <w:rsid w:val="00022547"/>
    <w:rsid w:val="00022D76"/>
    <w:rsid w:val="000235B5"/>
    <w:rsid w:val="000246FE"/>
    <w:rsid w:val="000259D9"/>
    <w:rsid w:val="0002607B"/>
    <w:rsid w:val="000264E9"/>
    <w:rsid w:val="0002712F"/>
    <w:rsid w:val="000305FC"/>
    <w:rsid w:val="00030CAC"/>
    <w:rsid w:val="00031220"/>
    <w:rsid w:val="00033576"/>
    <w:rsid w:val="00033AE8"/>
    <w:rsid w:val="00033FA1"/>
    <w:rsid w:val="00034DA7"/>
    <w:rsid w:val="000358F9"/>
    <w:rsid w:val="00035CE1"/>
    <w:rsid w:val="000365BF"/>
    <w:rsid w:val="00040253"/>
    <w:rsid w:val="000421C7"/>
    <w:rsid w:val="000425F2"/>
    <w:rsid w:val="000434D6"/>
    <w:rsid w:val="0004451F"/>
    <w:rsid w:val="00045BB8"/>
    <w:rsid w:val="000465BF"/>
    <w:rsid w:val="00047142"/>
    <w:rsid w:val="00047B7E"/>
    <w:rsid w:val="00050C56"/>
    <w:rsid w:val="00050CD7"/>
    <w:rsid w:val="00051694"/>
    <w:rsid w:val="00053499"/>
    <w:rsid w:val="0005387E"/>
    <w:rsid w:val="000539F4"/>
    <w:rsid w:val="000548D8"/>
    <w:rsid w:val="00061526"/>
    <w:rsid w:val="00062072"/>
    <w:rsid w:val="000620EA"/>
    <w:rsid w:val="000628FE"/>
    <w:rsid w:val="000632F8"/>
    <w:rsid w:val="0006358B"/>
    <w:rsid w:val="00063A37"/>
    <w:rsid w:val="00063C4F"/>
    <w:rsid w:val="000659CA"/>
    <w:rsid w:val="00070413"/>
    <w:rsid w:val="000713F7"/>
    <w:rsid w:val="00071704"/>
    <w:rsid w:val="00071E21"/>
    <w:rsid w:val="00072768"/>
    <w:rsid w:val="000735C5"/>
    <w:rsid w:val="0007443E"/>
    <w:rsid w:val="0007503B"/>
    <w:rsid w:val="000800AA"/>
    <w:rsid w:val="0008164A"/>
    <w:rsid w:val="00083627"/>
    <w:rsid w:val="00091026"/>
    <w:rsid w:val="00091F06"/>
    <w:rsid w:val="00092DED"/>
    <w:rsid w:val="00093377"/>
    <w:rsid w:val="00093C20"/>
    <w:rsid w:val="00096AD5"/>
    <w:rsid w:val="00096FBB"/>
    <w:rsid w:val="000A006E"/>
    <w:rsid w:val="000A0186"/>
    <w:rsid w:val="000A0480"/>
    <w:rsid w:val="000A05E2"/>
    <w:rsid w:val="000A14BA"/>
    <w:rsid w:val="000A1C36"/>
    <w:rsid w:val="000A22EE"/>
    <w:rsid w:val="000A339F"/>
    <w:rsid w:val="000A40CF"/>
    <w:rsid w:val="000A45ED"/>
    <w:rsid w:val="000B0C5D"/>
    <w:rsid w:val="000B1056"/>
    <w:rsid w:val="000B2D8B"/>
    <w:rsid w:val="000B4C2B"/>
    <w:rsid w:val="000B52D4"/>
    <w:rsid w:val="000B5740"/>
    <w:rsid w:val="000B7FC2"/>
    <w:rsid w:val="000C1809"/>
    <w:rsid w:val="000C2D41"/>
    <w:rsid w:val="000C3316"/>
    <w:rsid w:val="000C33F6"/>
    <w:rsid w:val="000C3B74"/>
    <w:rsid w:val="000C4A74"/>
    <w:rsid w:val="000C4DEF"/>
    <w:rsid w:val="000C55F4"/>
    <w:rsid w:val="000C646B"/>
    <w:rsid w:val="000C6715"/>
    <w:rsid w:val="000D0BA0"/>
    <w:rsid w:val="000D1519"/>
    <w:rsid w:val="000D22E3"/>
    <w:rsid w:val="000D276D"/>
    <w:rsid w:val="000D5EBE"/>
    <w:rsid w:val="000D5FA4"/>
    <w:rsid w:val="000D67E7"/>
    <w:rsid w:val="000D73E3"/>
    <w:rsid w:val="000E080C"/>
    <w:rsid w:val="000E0BA2"/>
    <w:rsid w:val="000E265C"/>
    <w:rsid w:val="000E3B63"/>
    <w:rsid w:val="000E4B52"/>
    <w:rsid w:val="000E547B"/>
    <w:rsid w:val="000E5D27"/>
    <w:rsid w:val="000E5FAD"/>
    <w:rsid w:val="000E7086"/>
    <w:rsid w:val="000E73FA"/>
    <w:rsid w:val="000E7622"/>
    <w:rsid w:val="000E7F7B"/>
    <w:rsid w:val="000F0377"/>
    <w:rsid w:val="000F0740"/>
    <w:rsid w:val="000F0877"/>
    <w:rsid w:val="000F0B9C"/>
    <w:rsid w:val="000F22F0"/>
    <w:rsid w:val="000F318C"/>
    <w:rsid w:val="000F32CE"/>
    <w:rsid w:val="000F4D49"/>
    <w:rsid w:val="000F5BB7"/>
    <w:rsid w:val="000F5C89"/>
    <w:rsid w:val="000F5CBB"/>
    <w:rsid w:val="000F6314"/>
    <w:rsid w:val="000F63F8"/>
    <w:rsid w:val="000F68FE"/>
    <w:rsid w:val="000F7391"/>
    <w:rsid w:val="00100580"/>
    <w:rsid w:val="00100704"/>
    <w:rsid w:val="00101601"/>
    <w:rsid w:val="00101BF1"/>
    <w:rsid w:val="00102CFF"/>
    <w:rsid w:val="00103778"/>
    <w:rsid w:val="001047AD"/>
    <w:rsid w:val="00104C93"/>
    <w:rsid w:val="00104FC5"/>
    <w:rsid w:val="0010572D"/>
    <w:rsid w:val="00105B10"/>
    <w:rsid w:val="0010619D"/>
    <w:rsid w:val="00106E65"/>
    <w:rsid w:val="00107405"/>
    <w:rsid w:val="00110BF0"/>
    <w:rsid w:val="00111690"/>
    <w:rsid w:val="00111ADD"/>
    <w:rsid w:val="00111E4F"/>
    <w:rsid w:val="0011217A"/>
    <w:rsid w:val="00115FA7"/>
    <w:rsid w:val="00116243"/>
    <w:rsid w:val="001174CB"/>
    <w:rsid w:val="00117E0A"/>
    <w:rsid w:val="0012074F"/>
    <w:rsid w:val="0012136A"/>
    <w:rsid w:val="00121BA0"/>
    <w:rsid w:val="00121BE4"/>
    <w:rsid w:val="00121DBB"/>
    <w:rsid w:val="00123284"/>
    <w:rsid w:val="0012357A"/>
    <w:rsid w:val="001244D9"/>
    <w:rsid w:val="0012544F"/>
    <w:rsid w:val="00126D59"/>
    <w:rsid w:val="0012782F"/>
    <w:rsid w:val="0013020A"/>
    <w:rsid w:val="0013045D"/>
    <w:rsid w:val="001306E5"/>
    <w:rsid w:val="0013253C"/>
    <w:rsid w:val="001328E6"/>
    <w:rsid w:val="001336E1"/>
    <w:rsid w:val="00133B12"/>
    <w:rsid w:val="00135894"/>
    <w:rsid w:val="001366F2"/>
    <w:rsid w:val="001369DD"/>
    <w:rsid w:val="0013736B"/>
    <w:rsid w:val="00137AA4"/>
    <w:rsid w:val="001411EF"/>
    <w:rsid w:val="0014125E"/>
    <w:rsid w:val="00141B7B"/>
    <w:rsid w:val="0014218A"/>
    <w:rsid w:val="00144633"/>
    <w:rsid w:val="001457D3"/>
    <w:rsid w:val="001467CF"/>
    <w:rsid w:val="001475E5"/>
    <w:rsid w:val="001478CC"/>
    <w:rsid w:val="00150E8A"/>
    <w:rsid w:val="00153BBC"/>
    <w:rsid w:val="0015439C"/>
    <w:rsid w:val="001545DA"/>
    <w:rsid w:val="001548A0"/>
    <w:rsid w:val="00154B82"/>
    <w:rsid w:val="0015597F"/>
    <w:rsid w:val="0015722E"/>
    <w:rsid w:val="00157444"/>
    <w:rsid w:val="001603A9"/>
    <w:rsid w:val="00160489"/>
    <w:rsid w:val="00161D1B"/>
    <w:rsid w:val="001620B0"/>
    <w:rsid w:val="00162F5C"/>
    <w:rsid w:val="001647C9"/>
    <w:rsid w:val="00164FBE"/>
    <w:rsid w:val="00165691"/>
    <w:rsid w:val="0016578B"/>
    <w:rsid w:val="00166403"/>
    <w:rsid w:val="00166AF0"/>
    <w:rsid w:val="0016782C"/>
    <w:rsid w:val="00167D52"/>
    <w:rsid w:val="001703C5"/>
    <w:rsid w:val="00170AA4"/>
    <w:rsid w:val="00170D67"/>
    <w:rsid w:val="00170E0E"/>
    <w:rsid w:val="0017107A"/>
    <w:rsid w:val="0017144B"/>
    <w:rsid w:val="00171DDE"/>
    <w:rsid w:val="00172125"/>
    <w:rsid w:val="00172A00"/>
    <w:rsid w:val="00174F34"/>
    <w:rsid w:val="00175652"/>
    <w:rsid w:val="00177A7E"/>
    <w:rsid w:val="00180AD7"/>
    <w:rsid w:val="00181D57"/>
    <w:rsid w:val="00181FDB"/>
    <w:rsid w:val="001820E3"/>
    <w:rsid w:val="00183C43"/>
    <w:rsid w:val="001849D7"/>
    <w:rsid w:val="00185441"/>
    <w:rsid w:val="00185677"/>
    <w:rsid w:val="001864BA"/>
    <w:rsid w:val="001868E5"/>
    <w:rsid w:val="00187B3F"/>
    <w:rsid w:val="0019290C"/>
    <w:rsid w:val="001935AE"/>
    <w:rsid w:val="00193B1A"/>
    <w:rsid w:val="00193C35"/>
    <w:rsid w:val="00195000"/>
    <w:rsid w:val="001965B2"/>
    <w:rsid w:val="0019675D"/>
    <w:rsid w:val="00196CF8"/>
    <w:rsid w:val="001974B3"/>
    <w:rsid w:val="00197DBE"/>
    <w:rsid w:val="001A0665"/>
    <w:rsid w:val="001A0A81"/>
    <w:rsid w:val="001A0DBC"/>
    <w:rsid w:val="001A0EF6"/>
    <w:rsid w:val="001A1AD1"/>
    <w:rsid w:val="001A2BEE"/>
    <w:rsid w:val="001A2D60"/>
    <w:rsid w:val="001A2DA5"/>
    <w:rsid w:val="001A36D4"/>
    <w:rsid w:val="001A3775"/>
    <w:rsid w:val="001A5178"/>
    <w:rsid w:val="001A5782"/>
    <w:rsid w:val="001A7732"/>
    <w:rsid w:val="001B090A"/>
    <w:rsid w:val="001B1A09"/>
    <w:rsid w:val="001B1ED4"/>
    <w:rsid w:val="001B2763"/>
    <w:rsid w:val="001B3706"/>
    <w:rsid w:val="001B4DD3"/>
    <w:rsid w:val="001B59C7"/>
    <w:rsid w:val="001B5D32"/>
    <w:rsid w:val="001B74A3"/>
    <w:rsid w:val="001B79B2"/>
    <w:rsid w:val="001B7B5C"/>
    <w:rsid w:val="001C1239"/>
    <w:rsid w:val="001C155B"/>
    <w:rsid w:val="001C1B71"/>
    <w:rsid w:val="001C1BB3"/>
    <w:rsid w:val="001C6FC7"/>
    <w:rsid w:val="001C70E4"/>
    <w:rsid w:val="001C796B"/>
    <w:rsid w:val="001D047E"/>
    <w:rsid w:val="001D27AB"/>
    <w:rsid w:val="001D5A07"/>
    <w:rsid w:val="001D63AF"/>
    <w:rsid w:val="001D7354"/>
    <w:rsid w:val="001D750F"/>
    <w:rsid w:val="001E1D63"/>
    <w:rsid w:val="001E2903"/>
    <w:rsid w:val="001E311C"/>
    <w:rsid w:val="001E3C37"/>
    <w:rsid w:val="001E5D7F"/>
    <w:rsid w:val="001E662F"/>
    <w:rsid w:val="001F0E37"/>
    <w:rsid w:val="001F1ABF"/>
    <w:rsid w:val="001F1C3F"/>
    <w:rsid w:val="001F1DFF"/>
    <w:rsid w:val="001F3897"/>
    <w:rsid w:val="001F3E8D"/>
    <w:rsid w:val="001F4093"/>
    <w:rsid w:val="001F76B0"/>
    <w:rsid w:val="001F7D58"/>
    <w:rsid w:val="00200641"/>
    <w:rsid w:val="00202399"/>
    <w:rsid w:val="00202539"/>
    <w:rsid w:val="00202728"/>
    <w:rsid w:val="002047AF"/>
    <w:rsid w:val="00204F47"/>
    <w:rsid w:val="002077DC"/>
    <w:rsid w:val="00210FED"/>
    <w:rsid w:val="0021148F"/>
    <w:rsid w:val="0021503C"/>
    <w:rsid w:val="002209C6"/>
    <w:rsid w:val="002211EA"/>
    <w:rsid w:val="0022231A"/>
    <w:rsid w:val="002224A5"/>
    <w:rsid w:val="00222F5E"/>
    <w:rsid w:val="002233AC"/>
    <w:rsid w:val="002237F7"/>
    <w:rsid w:val="002248D6"/>
    <w:rsid w:val="00225B67"/>
    <w:rsid w:val="00227243"/>
    <w:rsid w:val="0023079A"/>
    <w:rsid w:val="00231B54"/>
    <w:rsid w:val="00232025"/>
    <w:rsid w:val="00232C81"/>
    <w:rsid w:val="00233693"/>
    <w:rsid w:val="0023398C"/>
    <w:rsid w:val="002342D5"/>
    <w:rsid w:val="00234BCF"/>
    <w:rsid w:val="002353A0"/>
    <w:rsid w:val="00236484"/>
    <w:rsid w:val="002379DD"/>
    <w:rsid w:val="00240CCD"/>
    <w:rsid w:val="00240DFC"/>
    <w:rsid w:val="00240EB4"/>
    <w:rsid w:val="002414DF"/>
    <w:rsid w:val="00241B05"/>
    <w:rsid w:val="00241E2D"/>
    <w:rsid w:val="0024267A"/>
    <w:rsid w:val="00246A0E"/>
    <w:rsid w:val="002478CE"/>
    <w:rsid w:val="00250A8F"/>
    <w:rsid w:val="002522D8"/>
    <w:rsid w:val="0025369A"/>
    <w:rsid w:val="00254C28"/>
    <w:rsid w:val="0025647E"/>
    <w:rsid w:val="002569F0"/>
    <w:rsid w:val="00256BE0"/>
    <w:rsid w:val="00260A98"/>
    <w:rsid w:val="00261740"/>
    <w:rsid w:val="00261FF5"/>
    <w:rsid w:val="0026252F"/>
    <w:rsid w:val="00262AFD"/>
    <w:rsid w:val="00262B47"/>
    <w:rsid w:val="00262EEC"/>
    <w:rsid w:val="002632CD"/>
    <w:rsid w:val="0026491A"/>
    <w:rsid w:val="00264C9A"/>
    <w:rsid w:val="0027054D"/>
    <w:rsid w:val="00270E57"/>
    <w:rsid w:val="0027150E"/>
    <w:rsid w:val="00271BCC"/>
    <w:rsid w:val="00274B97"/>
    <w:rsid w:val="00280778"/>
    <w:rsid w:val="00280C3D"/>
    <w:rsid w:val="00280F18"/>
    <w:rsid w:val="0028102E"/>
    <w:rsid w:val="0028181C"/>
    <w:rsid w:val="0028198E"/>
    <w:rsid w:val="00282EE8"/>
    <w:rsid w:val="0028440A"/>
    <w:rsid w:val="00284972"/>
    <w:rsid w:val="00284B44"/>
    <w:rsid w:val="00285262"/>
    <w:rsid w:val="00285FE2"/>
    <w:rsid w:val="002864A9"/>
    <w:rsid w:val="0028794F"/>
    <w:rsid w:val="00287CFA"/>
    <w:rsid w:val="002902B0"/>
    <w:rsid w:val="002911DE"/>
    <w:rsid w:val="00291F4F"/>
    <w:rsid w:val="002922DA"/>
    <w:rsid w:val="002943A0"/>
    <w:rsid w:val="00294408"/>
    <w:rsid w:val="002955C1"/>
    <w:rsid w:val="00296A77"/>
    <w:rsid w:val="0029790D"/>
    <w:rsid w:val="00297F78"/>
    <w:rsid w:val="002A1254"/>
    <w:rsid w:val="002A37E5"/>
    <w:rsid w:val="002A4794"/>
    <w:rsid w:val="002A4A4F"/>
    <w:rsid w:val="002A5DCC"/>
    <w:rsid w:val="002A60E0"/>
    <w:rsid w:val="002A6540"/>
    <w:rsid w:val="002A7E3E"/>
    <w:rsid w:val="002B02A6"/>
    <w:rsid w:val="002B0E12"/>
    <w:rsid w:val="002B2632"/>
    <w:rsid w:val="002B3076"/>
    <w:rsid w:val="002B31AD"/>
    <w:rsid w:val="002B484B"/>
    <w:rsid w:val="002B4E82"/>
    <w:rsid w:val="002B5075"/>
    <w:rsid w:val="002B6278"/>
    <w:rsid w:val="002C07AD"/>
    <w:rsid w:val="002C0BF4"/>
    <w:rsid w:val="002C1229"/>
    <w:rsid w:val="002C18B8"/>
    <w:rsid w:val="002C1B57"/>
    <w:rsid w:val="002C2892"/>
    <w:rsid w:val="002C30B5"/>
    <w:rsid w:val="002C4858"/>
    <w:rsid w:val="002C4B6A"/>
    <w:rsid w:val="002C57E6"/>
    <w:rsid w:val="002C5A2D"/>
    <w:rsid w:val="002C6095"/>
    <w:rsid w:val="002C6DB7"/>
    <w:rsid w:val="002C70B6"/>
    <w:rsid w:val="002C79DD"/>
    <w:rsid w:val="002C7C30"/>
    <w:rsid w:val="002D1760"/>
    <w:rsid w:val="002D3CA6"/>
    <w:rsid w:val="002D3F3F"/>
    <w:rsid w:val="002D41B3"/>
    <w:rsid w:val="002D41E4"/>
    <w:rsid w:val="002D6021"/>
    <w:rsid w:val="002D6080"/>
    <w:rsid w:val="002D6BE6"/>
    <w:rsid w:val="002D70B9"/>
    <w:rsid w:val="002E05A8"/>
    <w:rsid w:val="002E0831"/>
    <w:rsid w:val="002E0B6E"/>
    <w:rsid w:val="002E131F"/>
    <w:rsid w:val="002E19C9"/>
    <w:rsid w:val="002E1FE0"/>
    <w:rsid w:val="002E2246"/>
    <w:rsid w:val="002E2F4A"/>
    <w:rsid w:val="002E3674"/>
    <w:rsid w:val="002E4442"/>
    <w:rsid w:val="002E4EFC"/>
    <w:rsid w:val="002E6077"/>
    <w:rsid w:val="002E6548"/>
    <w:rsid w:val="002E6AB1"/>
    <w:rsid w:val="002E71D0"/>
    <w:rsid w:val="002E766C"/>
    <w:rsid w:val="002E7AB0"/>
    <w:rsid w:val="002F07AF"/>
    <w:rsid w:val="002F115D"/>
    <w:rsid w:val="002F2C77"/>
    <w:rsid w:val="002F3457"/>
    <w:rsid w:val="002F3C8B"/>
    <w:rsid w:val="002F4E20"/>
    <w:rsid w:val="002F5CC2"/>
    <w:rsid w:val="002F6E04"/>
    <w:rsid w:val="002F7956"/>
    <w:rsid w:val="002F7DD4"/>
    <w:rsid w:val="003009C7"/>
    <w:rsid w:val="00301263"/>
    <w:rsid w:val="00302351"/>
    <w:rsid w:val="0030237F"/>
    <w:rsid w:val="00302879"/>
    <w:rsid w:val="00302D00"/>
    <w:rsid w:val="00304A03"/>
    <w:rsid w:val="0030636C"/>
    <w:rsid w:val="0030760E"/>
    <w:rsid w:val="00310967"/>
    <w:rsid w:val="00310C84"/>
    <w:rsid w:val="00312A35"/>
    <w:rsid w:val="003137B0"/>
    <w:rsid w:val="00314CA8"/>
    <w:rsid w:val="00314CC5"/>
    <w:rsid w:val="003150B5"/>
    <w:rsid w:val="003159CF"/>
    <w:rsid w:val="00315AC6"/>
    <w:rsid w:val="00316F48"/>
    <w:rsid w:val="00317228"/>
    <w:rsid w:val="0031749F"/>
    <w:rsid w:val="00321D16"/>
    <w:rsid w:val="00322B35"/>
    <w:rsid w:val="00323E91"/>
    <w:rsid w:val="003240DB"/>
    <w:rsid w:val="00324159"/>
    <w:rsid w:val="00327282"/>
    <w:rsid w:val="003307EC"/>
    <w:rsid w:val="00331C2E"/>
    <w:rsid w:val="00331CA4"/>
    <w:rsid w:val="003320BE"/>
    <w:rsid w:val="00332AF8"/>
    <w:rsid w:val="00332F19"/>
    <w:rsid w:val="00333554"/>
    <w:rsid w:val="00334477"/>
    <w:rsid w:val="00334DD6"/>
    <w:rsid w:val="00334E36"/>
    <w:rsid w:val="00335A7D"/>
    <w:rsid w:val="00340A9E"/>
    <w:rsid w:val="00340C51"/>
    <w:rsid w:val="00341018"/>
    <w:rsid w:val="00341311"/>
    <w:rsid w:val="00341A36"/>
    <w:rsid w:val="00343829"/>
    <w:rsid w:val="0034636E"/>
    <w:rsid w:val="00346E08"/>
    <w:rsid w:val="003474B2"/>
    <w:rsid w:val="00350E8B"/>
    <w:rsid w:val="003523CF"/>
    <w:rsid w:val="00352410"/>
    <w:rsid w:val="00352642"/>
    <w:rsid w:val="00354F9B"/>
    <w:rsid w:val="00355743"/>
    <w:rsid w:val="00356325"/>
    <w:rsid w:val="00362384"/>
    <w:rsid w:val="00362ED1"/>
    <w:rsid w:val="00363BC6"/>
    <w:rsid w:val="00363CA0"/>
    <w:rsid w:val="0036496A"/>
    <w:rsid w:val="003660FC"/>
    <w:rsid w:val="00366E82"/>
    <w:rsid w:val="0037220B"/>
    <w:rsid w:val="00372AA4"/>
    <w:rsid w:val="00372AB9"/>
    <w:rsid w:val="00373113"/>
    <w:rsid w:val="00373331"/>
    <w:rsid w:val="00375832"/>
    <w:rsid w:val="00375AEE"/>
    <w:rsid w:val="00375D44"/>
    <w:rsid w:val="0038049B"/>
    <w:rsid w:val="003805C0"/>
    <w:rsid w:val="003818E6"/>
    <w:rsid w:val="00383067"/>
    <w:rsid w:val="00384234"/>
    <w:rsid w:val="00384919"/>
    <w:rsid w:val="003849CE"/>
    <w:rsid w:val="00384EAB"/>
    <w:rsid w:val="00385D50"/>
    <w:rsid w:val="003862BF"/>
    <w:rsid w:val="0038680C"/>
    <w:rsid w:val="00386B78"/>
    <w:rsid w:val="00386BD6"/>
    <w:rsid w:val="00386EF3"/>
    <w:rsid w:val="00387729"/>
    <w:rsid w:val="00387AD1"/>
    <w:rsid w:val="00387FDF"/>
    <w:rsid w:val="00391ABC"/>
    <w:rsid w:val="00391B27"/>
    <w:rsid w:val="00393FBE"/>
    <w:rsid w:val="0039439E"/>
    <w:rsid w:val="00394B91"/>
    <w:rsid w:val="00394C59"/>
    <w:rsid w:val="00395D38"/>
    <w:rsid w:val="003976AE"/>
    <w:rsid w:val="003A11B5"/>
    <w:rsid w:val="003A14CB"/>
    <w:rsid w:val="003A1A08"/>
    <w:rsid w:val="003A20EB"/>
    <w:rsid w:val="003A2605"/>
    <w:rsid w:val="003A504D"/>
    <w:rsid w:val="003A7497"/>
    <w:rsid w:val="003B04BC"/>
    <w:rsid w:val="003B316C"/>
    <w:rsid w:val="003B3919"/>
    <w:rsid w:val="003B3A7F"/>
    <w:rsid w:val="003B3F11"/>
    <w:rsid w:val="003B40AA"/>
    <w:rsid w:val="003B5CDF"/>
    <w:rsid w:val="003C0007"/>
    <w:rsid w:val="003C17EE"/>
    <w:rsid w:val="003C26A3"/>
    <w:rsid w:val="003C48DF"/>
    <w:rsid w:val="003C76DA"/>
    <w:rsid w:val="003D006F"/>
    <w:rsid w:val="003D0369"/>
    <w:rsid w:val="003D1C52"/>
    <w:rsid w:val="003D1DD6"/>
    <w:rsid w:val="003D1EED"/>
    <w:rsid w:val="003D2B19"/>
    <w:rsid w:val="003D2FA5"/>
    <w:rsid w:val="003D30D9"/>
    <w:rsid w:val="003D3937"/>
    <w:rsid w:val="003D4118"/>
    <w:rsid w:val="003D4422"/>
    <w:rsid w:val="003D46E7"/>
    <w:rsid w:val="003D534E"/>
    <w:rsid w:val="003D65FA"/>
    <w:rsid w:val="003D69CA"/>
    <w:rsid w:val="003D7949"/>
    <w:rsid w:val="003E03AF"/>
    <w:rsid w:val="003E2CFC"/>
    <w:rsid w:val="003E2E43"/>
    <w:rsid w:val="003E3A58"/>
    <w:rsid w:val="003E4522"/>
    <w:rsid w:val="003E4615"/>
    <w:rsid w:val="003E4E63"/>
    <w:rsid w:val="003E4E9B"/>
    <w:rsid w:val="003E67FA"/>
    <w:rsid w:val="003E6D1C"/>
    <w:rsid w:val="003E706E"/>
    <w:rsid w:val="003E7E71"/>
    <w:rsid w:val="003F23ED"/>
    <w:rsid w:val="003F3212"/>
    <w:rsid w:val="003F3636"/>
    <w:rsid w:val="003F46BD"/>
    <w:rsid w:val="003F5B6E"/>
    <w:rsid w:val="003F7D32"/>
    <w:rsid w:val="00401BE3"/>
    <w:rsid w:val="0040215E"/>
    <w:rsid w:val="004025D4"/>
    <w:rsid w:val="00404D1F"/>
    <w:rsid w:val="00404F29"/>
    <w:rsid w:val="00405885"/>
    <w:rsid w:val="00407148"/>
    <w:rsid w:val="004077F1"/>
    <w:rsid w:val="00410EC4"/>
    <w:rsid w:val="00410FBB"/>
    <w:rsid w:val="00411AE3"/>
    <w:rsid w:val="00411F27"/>
    <w:rsid w:val="00412D64"/>
    <w:rsid w:val="0041312A"/>
    <w:rsid w:val="004137F1"/>
    <w:rsid w:val="00413895"/>
    <w:rsid w:val="004206A9"/>
    <w:rsid w:val="0042086E"/>
    <w:rsid w:val="00421764"/>
    <w:rsid w:val="00421980"/>
    <w:rsid w:val="0042255F"/>
    <w:rsid w:val="004228F0"/>
    <w:rsid w:val="00422C3A"/>
    <w:rsid w:val="00423735"/>
    <w:rsid w:val="00423F24"/>
    <w:rsid w:val="004259E1"/>
    <w:rsid w:val="00425DE8"/>
    <w:rsid w:val="00427D32"/>
    <w:rsid w:val="004301BD"/>
    <w:rsid w:val="004304CE"/>
    <w:rsid w:val="0043065A"/>
    <w:rsid w:val="00430FE5"/>
    <w:rsid w:val="0043198B"/>
    <w:rsid w:val="004324C8"/>
    <w:rsid w:val="00432906"/>
    <w:rsid w:val="004331C9"/>
    <w:rsid w:val="00434686"/>
    <w:rsid w:val="004346E5"/>
    <w:rsid w:val="00435ABF"/>
    <w:rsid w:val="0043677B"/>
    <w:rsid w:val="00440317"/>
    <w:rsid w:val="0044371B"/>
    <w:rsid w:val="004437E7"/>
    <w:rsid w:val="00447569"/>
    <w:rsid w:val="00447CE9"/>
    <w:rsid w:val="00451616"/>
    <w:rsid w:val="004518AB"/>
    <w:rsid w:val="00451B5C"/>
    <w:rsid w:val="00452B76"/>
    <w:rsid w:val="00453A72"/>
    <w:rsid w:val="00455F70"/>
    <w:rsid w:val="00456767"/>
    <w:rsid w:val="00460547"/>
    <w:rsid w:val="00461172"/>
    <w:rsid w:val="0046193E"/>
    <w:rsid w:val="00461F8B"/>
    <w:rsid w:val="004641D8"/>
    <w:rsid w:val="00467A2D"/>
    <w:rsid w:val="00470057"/>
    <w:rsid w:val="0047053E"/>
    <w:rsid w:val="00470E7E"/>
    <w:rsid w:val="00470F35"/>
    <w:rsid w:val="00471DF8"/>
    <w:rsid w:val="00472322"/>
    <w:rsid w:val="004729B5"/>
    <w:rsid w:val="0047376D"/>
    <w:rsid w:val="00473959"/>
    <w:rsid w:val="00473F9D"/>
    <w:rsid w:val="00474380"/>
    <w:rsid w:val="00474803"/>
    <w:rsid w:val="00474DA7"/>
    <w:rsid w:val="00476419"/>
    <w:rsid w:val="004766DB"/>
    <w:rsid w:val="00477148"/>
    <w:rsid w:val="00477BF9"/>
    <w:rsid w:val="0048056E"/>
    <w:rsid w:val="00480E96"/>
    <w:rsid w:val="00481081"/>
    <w:rsid w:val="0048197D"/>
    <w:rsid w:val="004847BA"/>
    <w:rsid w:val="00484D09"/>
    <w:rsid w:val="00484DBA"/>
    <w:rsid w:val="004870F9"/>
    <w:rsid w:val="00487D44"/>
    <w:rsid w:val="0049100A"/>
    <w:rsid w:val="00492C98"/>
    <w:rsid w:val="0049330E"/>
    <w:rsid w:val="004935AB"/>
    <w:rsid w:val="00493DA3"/>
    <w:rsid w:val="00494189"/>
    <w:rsid w:val="004A0DBE"/>
    <w:rsid w:val="004A0F20"/>
    <w:rsid w:val="004A15C0"/>
    <w:rsid w:val="004A1961"/>
    <w:rsid w:val="004A385F"/>
    <w:rsid w:val="004A3937"/>
    <w:rsid w:val="004A4675"/>
    <w:rsid w:val="004A6644"/>
    <w:rsid w:val="004A6B47"/>
    <w:rsid w:val="004A734C"/>
    <w:rsid w:val="004B039E"/>
    <w:rsid w:val="004B1822"/>
    <w:rsid w:val="004B2EF7"/>
    <w:rsid w:val="004B34E8"/>
    <w:rsid w:val="004B37D8"/>
    <w:rsid w:val="004B392A"/>
    <w:rsid w:val="004B3F08"/>
    <w:rsid w:val="004C14FB"/>
    <w:rsid w:val="004C4C60"/>
    <w:rsid w:val="004C7213"/>
    <w:rsid w:val="004C7461"/>
    <w:rsid w:val="004C7B77"/>
    <w:rsid w:val="004C7BA2"/>
    <w:rsid w:val="004D0024"/>
    <w:rsid w:val="004D018D"/>
    <w:rsid w:val="004D3E01"/>
    <w:rsid w:val="004D5AC4"/>
    <w:rsid w:val="004D5CE2"/>
    <w:rsid w:val="004D6C4F"/>
    <w:rsid w:val="004D77EC"/>
    <w:rsid w:val="004D7C8A"/>
    <w:rsid w:val="004E0931"/>
    <w:rsid w:val="004E25A6"/>
    <w:rsid w:val="004E2EAD"/>
    <w:rsid w:val="004E2EE2"/>
    <w:rsid w:val="004E33E9"/>
    <w:rsid w:val="004E37E0"/>
    <w:rsid w:val="004E60EF"/>
    <w:rsid w:val="004E719A"/>
    <w:rsid w:val="004E7881"/>
    <w:rsid w:val="004E7CC5"/>
    <w:rsid w:val="004E7D28"/>
    <w:rsid w:val="004E7F6A"/>
    <w:rsid w:val="004F014A"/>
    <w:rsid w:val="004F0B77"/>
    <w:rsid w:val="004F159D"/>
    <w:rsid w:val="004F288C"/>
    <w:rsid w:val="004F36A2"/>
    <w:rsid w:val="004F3F3A"/>
    <w:rsid w:val="004F4C81"/>
    <w:rsid w:val="004F5BB0"/>
    <w:rsid w:val="004F5D4A"/>
    <w:rsid w:val="004F78B0"/>
    <w:rsid w:val="004F7F87"/>
    <w:rsid w:val="004F7FFC"/>
    <w:rsid w:val="00500750"/>
    <w:rsid w:val="00500AFF"/>
    <w:rsid w:val="00501D8E"/>
    <w:rsid w:val="00503AE6"/>
    <w:rsid w:val="00503BD0"/>
    <w:rsid w:val="005048E8"/>
    <w:rsid w:val="0050544A"/>
    <w:rsid w:val="00511942"/>
    <w:rsid w:val="005140F9"/>
    <w:rsid w:val="00514B3F"/>
    <w:rsid w:val="00514E7A"/>
    <w:rsid w:val="00514F92"/>
    <w:rsid w:val="005161A7"/>
    <w:rsid w:val="005163FF"/>
    <w:rsid w:val="00517948"/>
    <w:rsid w:val="005204B9"/>
    <w:rsid w:val="0052190D"/>
    <w:rsid w:val="00521B62"/>
    <w:rsid w:val="005224C2"/>
    <w:rsid w:val="00522797"/>
    <w:rsid w:val="00522AA1"/>
    <w:rsid w:val="00522C7C"/>
    <w:rsid w:val="00522C9A"/>
    <w:rsid w:val="00523491"/>
    <w:rsid w:val="00523649"/>
    <w:rsid w:val="00524059"/>
    <w:rsid w:val="0052646D"/>
    <w:rsid w:val="0052732E"/>
    <w:rsid w:val="00530069"/>
    <w:rsid w:val="00530BDF"/>
    <w:rsid w:val="00530E35"/>
    <w:rsid w:val="005315CC"/>
    <w:rsid w:val="00531BEE"/>
    <w:rsid w:val="00532E18"/>
    <w:rsid w:val="00532E87"/>
    <w:rsid w:val="00533F62"/>
    <w:rsid w:val="005340B9"/>
    <w:rsid w:val="0053494D"/>
    <w:rsid w:val="00534E0C"/>
    <w:rsid w:val="00535AD3"/>
    <w:rsid w:val="00536864"/>
    <w:rsid w:val="00536E08"/>
    <w:rsid w:val="00536F35"/>
    <w:rsid w:val="0053785D"/>
    <w:rsid w:val="00537907"/>
    <w:rsid w:val="00537B49"/>
    <w:rsid w:val="00537B6D"/>
    <w:rsid w:val="00537E9D"/>
    <w:rsid w:val="00540316"/>
    <w:rsid w:val="005408EE"/>
    <w:rsid w:val="00541EE2"/>
    <w:rsid w:val="00542374"/>
    <w:rsid w:val="00542E5C"/>
    <w:rsid w:val="00546AE7"/>
    <w:rsid w:val="00546E3E"/>
    <w:rsid w:val="005473F7"/>
    <w:rsid w:val="0054751A"/>
    <w:rsid w:val="005500E8"/>
    <w:rsid w:val="0055060F"/>
    <w:rsid w:val="00550D6D"/>
    <w:rsid w:val="00551390"/>
    <w:rsid w:val="005528E5"/>
    <w:rsid w:val="005532B5"/>
    <w:rsid w:val="0055665B"/>
    <w:rsid w:val="005567D4"/>
    <w:rsid w:val="00556BE8"/>
    <w:rsid w:val="005571BE"/>
    <w:rsid w:val="00560740"/>
    <w:rsid w:val="005611A5"/>
    <w:rsid w:val="0056179F"/>
    <w:rsid w:val="005641E7"/>
    <w:rsid w:val="005661DC"/>
    <w:rsid w:val="00566EFC"/>
    <w:rsid w:val="00567473"/>
    <w:rsid w:val="005674E3"/>
    <w:rsid w:val="00567743"/>
    <w:rsid w:val="00570C2F"/>
    <w:rsid w:val="00570C50"/>
    <w:rsid w:val="0057394E"/>
    <w:rsid w:val="00573A99"/>
    <w:rsid w:val="00576746"/>
    <w:rsid w:val="00576CE8"/>
    <w:rsid w:val="005771C2"/>
    <w:rsid w:val="0057758A"/>
    <w:rsid w:val="005776D9"/>
    <w:rsid w:val="00577803"/>
    <w:rsid w:val="00581FB9"/>
    <w:rsid w:val="0058377A"/>
    <w:rsid w:val="00583C5D"/>
    <w:rsid w:val="005846AA"/>
    <w:rsid w:val="00584953"/>
    <w:rsid w:val="00584B65"/>
    <w:rsid w:val="00586921"/>
    <w:rsid w:val="00587C1C"/>
    <w:rsid w:val="005911A9"/>
    <w:rsid w:val="005920FC"/>
    <w:rsid w:val="00592B65"/>
    <w:rsid w:val="00592C38"/>
    <w:rsid w:val="00592C91"/>
    <w:rsid w:val="005935BD"/>
    <w:rsid w:val="00593B8A"/>
    <w:rsid w:val="00594704"/>
    <w:rsid w:val="00594FA8"/>
    <w:rsid w:val="005957A2"/>
    <w:rsid w:val="005A094D"/>
    <w:rsid w:val="005A0B83"/>
    <w:rsid w:val="005A1C12"/>
    <w:rsid w:val="005A23F9"/>
    <w:rsid w:val="005A301A"/>
    <w:rsid w:val="005A3100"/>
    <w:rsid w:val="005A3B8B"/>
    <w:rsid w:val="005A3DD8"/>
    <w:rsid w:val="005A493C"/>
    <w:rsid w:val="005A6819"/>
    <w:rsid w:val="005A683A"/>
    <w:rsid w:val="005A76DE"/>
    <w:rsid w:val="005B05F2"/>
    <w:rsid w:val="005B0D44"/>
    <w:rsid w:val="005B0FA7"/>
    <w:rsid w:val="005B1153"/>
    <w:rsid w:val="005B1A6F"/>
    <w:rsid w:val="005B222B"/>
    <w:rsid w:val="005B2C51"/>
    <w:rsid w:val="005B3DBB"/>
    <w:rsid w:val="005B3EDF"/>
    <w:rsid w:val="005B524F"/>
    <w:rsid w:val="005B7D9D"/>
    <w:rsid w:val="005C0118"/>
    <w:rsid w:val="005C08F0"/>
    <w:rsid w:val="005C0986"/>
    <w:rsid w:val="005C0E17"/>
    <w:rsid w:val="005C2239"/>
    <w:rsid w:val="005C272F"/>
    <w:rsid w:val="005C2CE6"/>
    <w:rsid w:val="005C2E35"/>
    <w:rsid w:val="005C36E3"/>
    <w:rsid w:val="005C3800"/>
    <w:rsid w:val="005C4365"/>
    <w:rsid w:val="005C56BE"/>
    <w:rsid w:val="005C5718"/>
    <w:rsid w:val="005D02AE"/>
    <w:rsid w:val="005D0340"/>
    <w:rsid w:val="005D3B63"/>
    <w:rsid w:val="005D4629"/>
    <w:rsid w:val="005D4E98"/>
    <w:rsid w:val="005D5A04"/>
    <w:rsid w:val="005D6B2C"/>
    <w:rsid w:val="005D6BA7"/>
    <w:rsid w:val="005D7433"/>
    <w:rsid w:val="005D783B"/>
    <w:rsid w:val="005D7F30"/>
    <w:rsid w:val="005E1E2A"/>
    <w:rsid w:val="005E2336"/>
    <w:rsid w:val="005E36D1"/>
    <w:rsid w:val="005E4261"/>
    <w:rsid w:val="005E48DA"/>
    <w:rsid w:val="005E5757"/>
    <w:rsid w:val="005E60AE"/>
    <w:rsid w:val="005F0D31"/>
    <w:rsid w:val="005F1D68"/>
    <w:rsid w:val="005F2163"/>
    <w:rsid w:val="005F26AA"/>
    <w:rsid w:val="005F3765"/>
    <w:rsid w:val="005F4151"/>
    <w:rsid w:val="005F4384"/>
    <w:rsid w:val="005F50FD"/>
    <w:rsid w:val="005F51BE"/>
    <w:rsid w:val="005F647A"/>
    <w:rsid w:val="005F75FF"/>
    <w:rsid w:val="006007A2"/>
    <w:rsid w:val="00601015"/>
    <w:rsid w:val="006042B5"/>
    <w:rsid w:val="00607CB8"/>
    <w:rsid w:val="00607F3F"/>
    <w:rsid w:val="0061068C"/>
    <w:rsid w:val="006106CA"/>
    <w:rsid w:val="00611206"/>
    <w:rsid w:val="00611D1E"/>
    <w:rsid w:val="006153E1"/>
    <w:rsid w:val="006155F2"/>
    <w:rsid w:val="00615674"/>
    <w:rsid w:val="006169D5"/>
    <w:rsid w:val="006169E2"/>
    <w:rsid w:val="00616BEC"/>
    <w:rsid w:val="00616C32"/>
    <w:rsid w:val="00620368"/>
    <w:rsid w:val="0062095B"/>
    <w:rsid w:val="00620A5B"/>
    <w:rsid w:val="00620C3B"/>
    <w:rsid w:val="0062123D"/>
    <w:rsid w:val="00622117"/>
    <w:rsid w:val="00622377"/>
    <w:rsid w:val="0062280F"/>
    <w:rsid w:val="00622FFA"/>
    <w:rsid w:val="00623ED8"/>
    <w:rsid w:val="00623EF6"/>
    <w:rsid w:val="00626B26"/>
    <w:rsid w:val="00627801"/>
    <w:rsid w:val="006301CF"/>
    <w:rsid w:val="00631EF9"/>
    <w:rsid w:val="006321E3"/>
    <w:rsid w:val="00632C84"/>
    <w:rsid w:val="00634AEC"/>
    <w:rsid w:val="00634C9E"/>
    <w:rsid w:val="00634DFF"/>
    <w:rsid w:val="006357C4"/>
    <w:rsid w:val="006378A9"/>
    <w:rsid w:val="00637A9E"/>
    <w:rsid w:val="0064015A"/>
    <w:rsid w:val="00640C4F"/>
    <w:rsid w:val="00642159"/>
    <w:rsid w:val="00643E42"/>
    <w:rsid w:val="00645A16"/>
    <w:rsid w:val="006473EC"/>
    <w:rsid w:val="006510E3"/>
    <w:rsid w:val="00651F68"/>
    <w:rsid w:val="00653440"/>
    <w:rsid w:val="00654DD2"/>
    <w:rsid w:val="006552FC"/>
    <w:rsid w:val="006555F4"/>
    <w:rsid w:val="0065604B"/>
    <w:rsid w:val="00662986"/>
    <w:rsid w:val="00662BE4"/>
    <w:rsid w:val="00664EA4"/>
    <w:rsid w:val="00665BA6"/>
    <w:rsid w:val="00667CFE"/>
    <w:rsid w:val="00672099"/>
    <w:rsid w:val="00672A63"/>
    <w:rsid w:val="006731AB"/>
    <w:rsid w:val="00673644"/>
    <w:rsid w:val="00674347"/>
    <w:rsid w:val="00675C9A"/>
    <w:rsid w:val="00676AC2"/>
    <w:rsid w:val="00676CC1"/>
    <w:rsid w:val="00676D40"/>
    <w:rsid w:val="00677A48"/>
    <w:rsid w:val="00677B24"/>
    <w:rsid w:val="00680AC8"/>
    <w:rsid w:val="0068114E"/>
    <w:rsid w:val="0068398F"/>
    <w:rsid w:val="00683B10"/>
    <w:rsid w:val="006840E7"/>
    <w:rsid w:val="00686FE4"/>
    <w:rsid w:val="00687484"/>
    <w:rsid w:val="00687538"/>
    <w:rsid w:val="00687CDC"/>
    <w:rsid w:val="00691483"/>
    <w:rsid w:val="006937A7"/>
    <w:rsid w:val="00694102"/>
    <w:rsid w:val="00694921"/>
    <w:rsid w:val="00694AE1"/>
    <w:rsid w:val="006958E3"/>
    <w:rsid w:val="00695BE4"/>
    <w:rsid w:val="00696614"/>
    <w:rsid w:val="00696B2E"/>
    <w:rsid w:val="006976AB"/>
    <w:rsid w:val="006A022A"/>
    <w:rsid w:val="006A17B2"/>
    <w:rsid w:val="006A1E72"/>
    <w:rsid w:val="006A2C4A"/>
    <w:rsid w:val="006A2EC5"/>
    <w:rsid w:val="006A5EE8"/>
    <w:rsid w:val="006A6A20"/>
    <w:rsid w:val="006A7ED3"/>
    <w:rsid w:val="006B0553"/>
    <w:rsid w:val="006B22D7"/>
    <w:rsid w:val="006B4459"/>
    <w:rsid w:val="006B52EE"/>
    <w:rsid w:val="006B6D30"/>
    <w:rsid w:val="006B6D63"/>
    <w:rsid w:val="006B7002"/>
    <w:rsid w:val="006B7335"/>
    <w:rsid w:val="006B7C21"/>
    <w:rsid w:val="006C106D"/>
    <w:rsid w:val="006C144C"/>
    <w:rsid w:val="006C1E46"/>
    <w:rsid w:val="006C33C6"/>
    <w:rsid w:val="006C3A94"/>
    <w:rsid w:val="006C5655"/>
    <w:rsid w:val="006C5D49"/>
    <w:rsid w:val="006C6CEB"/>
    <w:rsid w:val="006C6F6C"/>
    <w:rsid w:val="006D0039"/>
    <w:rsid w:val="006D081C"/>
    <w:rsid w:val="006D12D9"/>
    <w:rsid w:val="006D1C63"/>
    <w:rsid w:val="006D2AD3"/>
    <w:rsid w:val="006D2B33"/>
    <w:rsid w:val="006D2CA1"/>
    <w:rsid w:val="006D3958"/>
    <w:rsid w:val="006D4336"/>
    <w:rsid w:val="006D504D"/>
    <w:rsid w:val="006D5567"/>
    <w:rsid w:val="006D5A34"/>
    <w:rsid w:val="006D6512"/>
    <w:rsid w:val="006D6882"/>
    <w:rsid w:val="006D7FAE"/>
    <w:rsid w:val="006E0701"/>
    <w:rsid w:val="006E091E"/>
    <w:rsid w:val="006E19F7"/>
    <w:rsid w:val="006E237C"/>
    <w:rsid w:val="006E2D06"/>
    <w:rsid w:val="006E4C8B"/>
    <w:rsid w:val="006E6961"/>
    <w:rsid w:val="006E73FF"/>
    <w:rsid w:val="006E7C82"/>
    <w:rsid w:val="006F0FB3"/>
    <w:rsid w:val="006F1A3D"/>
    <w:rsid w:val="006F1ABA"/>
    <w:rsid w:val="006F237A"/>
    <w:rsid w:val="006F2D0B"/>
    <w:rsid w:val="006F2EF1"/>
    <w:rsid w:val="006F3800"/>
    <w:rsid w:val="006F3AF9"/>
    <w:rsid w:val="006F4307"/>
    <w:rsid w:val="006F4C45"/>
    <w:rsid w:val="006F51DF"/>
    <w:rsid w:val="006F76CA"/>
    <w:rsid w:val="006F77E9"/>
    <w:rsid w:val="00702FDA"/>
    <w:rsid w:val="00704276"/>
    <w:rsid w:val="00704649"/>
    <w:rsid w:val="00706177"/>
    <w:rsid w:val="00706B64"/>
    <w:rsid w:val="007101C2"/>
    <w:rsid w:val="00710862"/>
    <w:rsid w:val="00714A2B"/>
    <w:rsid w:val="00714BDA"/>
    <w:rsid w:val="00717828"/>
    <w:rsid w:val="0071790D"/>
    <w:rsid w:val="007200AB"/>
    <w:rsid w:val="007208EA"/>
    <w:rsid w:val="00721919"/>
    <w:rsid w:val="007222A4"/>
    <w:rsid w:val="0072326B"/>
    <w:rsid w:val="007239EC"/>
    <w:rsid w:val="00724F33"/>
    <w:rsid w:val="00725C70"/>
    <w:rsid w:val="00725D54"/>
    <w:rsid w:val="0072724D"/>
    <w:rsid w:val="00730281"/>
    <w:rsid w:val="0073150C"/>
    <w:rsid w:val="00731EC7"/>
    <w:rsid w:val="0073257D"/>
    <w:rsid w:val="007334C2"/>
    <w:rsid w:val="007337AF"/>
    <w:rsid w:val="00733F5E"/>
    <w:rsid w:val="0073417C"/>
    <w:rsid w:val="007342B7"/>
    <w:rsid w:val="0073440A"/>
    <w:rsid w:val="007372E6"/>
    <w:rsid w:val="00737B02"/>
    <w:rsid w:val="00741ABE"/>
    <w:rsid w:val="00743592"/>
    <w:rsid w:val="00743EEB"/>
    <w:rsid w:val="00744C1A"/>
    <w:rsid w:val="00744C70"/>
    <w:rsid w:val="00745559"/>
    <w:rsid w:val="00745584"/>
    <w:rsid w:val="007458E6"/>
    <w:rsid w:val="00751338"/>
    <w:rsid w:val="007517AC"/>
    <w:rsid w:val="00754058"/>
    <w:rsid w:val="007546D4"/>
    <w:rsid w:val="00756309"/>
    <w:rsid w:val="00756B60"/>
    <w:rsid w:val="00760424"/>
    <w:rsid w:val="0076153E"/>
    <w:rsid w:val="0076275B"/>
    <w:rsid w:val="00762FC9"/>
    <w:rsid w:val="00765268"/>
    <w:rsid w:val="007655A3"/>
    <w:rsid w:val="00766576"/>
    <w:rsid w:val="00770869"/>
    <w:rsid w:val="0077100C"/>
    <w:rsid w:val="00771DF3"/>
    <w:rsid w:val="0077345D"/>
    <w:rsid w:val="00773EEA"/>
    <w:rsid w:val="007744D3"/>
    <w:rsid w:val="00774833"/>
    <w:rsid w:val="00775BEE"/>
    <w:rsid w:val="00776FF4"/>
    <w:rsid w:val="00777163"/>
    <w:rsid w:val="007802F9"/>
    <w:rsid w:val="00782C30"/>
    <w:rsid w:val="007833A4"/>
    <w:rsid w:val="00783987"/>
    <w:rsid w:val="00783B2E"/>
    <w:rsid w:val="0078426C"/>
    <w:rsid w:val="007845BF"/>
    <w:rsid w:val="00784A03"/>
    <w:rsid w:val="00786854"/>
    <w:rsid w:val="00786B3F"/>
    <w:rsid w:val="00787554"/>
    <w:rsid w:val="00787BC9"/>
    <w:rsid w:val="00793AC1"/>
    <w:rsid w:val="0079408B"/>
    <w:rsid w:val="007A0665"/>
    <w:rsid w:val="007A1433"/>
    <w:rsid w:val="007A1635"/>
    <w:rsid w:val="007A221D"/>
    <w:rsid w:val="007A277C"/>
    <w:rsid w:val="007A7C14"/>
    <w:rsid w:val="007B0580"/>
    <w:rsid w:val="007B0FFB"/>
    <w:rsid w:val="007B22CD"/>
    <w:rsid w:val="007B3437"/>
    <w:rsid w:val="007B480C"/>
    <w:rsid w:val="007B4D79"/>
    <w:rsid w:val="007B4D81"/>
    <w:rsid w:val="007B4FA0"/>
    <w:rsid w:val="007B53C4"/>
    <w:rsid w:val="007B5B3E"/>
    <w:rsid w:val="007B6A33"/>
    <w:rsid w:val="007B7490"/>
    <w:rsid w:val="007C1A6B"/>
    <w:rsid w:val="007C22D2"/>
    <w:rsid w:val="007C2AF5"/>
    <w:rsid w:val="007C37FA"/>
    <w:rsid w:val="007C387E"/>
    <w:rsid w:val="007C3FFA"/>
    <w:rsid w:val="007C59AB"/>
    <w:rsid w:val="007C5EC4"/>
    <w:rsid w:val="007D11AA"/>
    <w:rsid w:val="007D2A36"/>
    <w:rsid w:val="007D33E9"/>
    <w:rsid w:val="007D3B1F"/>
    <w:rsid w:val="007D3E9C"/>
    <w:rsid w:val="007D526E"/>
    <w:rsid w:val="007D56D8"/>
    <w:rsid w:val="007E22FC"/>
    <w:rsid w:val="007E4848"/>
    <w:rsid w:val="007E7CB2"/>
    <w:rsid w:val="007F09C9"/>
    <w:rsid w:val="007F0B7F"/>
    <w:rsid w:val="007F342D"/>
    <w:rsid w:val="007F3A69"/>
    <w:rsid w:val="007F592F"/>
    <w:rsid w:val="007F726B"/>
    <w:rsid w:val="007F770F"/>
    <w:rsid w:val="007F776B"/>
    <w:rsid w:val="008002D4"/>
    <w:rsid w:val="0080045F"/>
    <w:rsid w:val="00800611"/>
    <w:rsid w:val="0080076A"/>
    <w:rsid w:val="00800DD1"/>
    <w:rsid w:val="00800F2A"/>
    <w:rsid w:val="00800F78"/>
    <w:rsid w:val="00800FE8"/>
    <w:rsid w:val="008028E7"/>
    <w:rsid w:val="00803C9A"/>
    <w:rsid w:val="008043EA"/>
    <w:rsid w:val="008048E5"/>
    <w:rsid w:val="00805156"/>
    <w:rsid w:val="008054D3"/>
    <w:rsid w:val="00805D26"/>
    <w:rsid w:val="00805F04"/>
    <w:rsid w:val="0080688A"/>
    <w:rsid w:val="00806A24"/>
    <w:rsid w:val="00806F69"/>
    <w:rsid w:val="008075D3"/>
    <w:rsid w:val="008144F8"/>
    <w:rsid w:val="00815A9E"/>
    <w:rsid w:val="008162E8"/>
    <w:rsid w:val="00817255"/>
    <w:rsid w:val="00820916"/>
    <w:rsid w:val="00820938"/>
    <w:rsid w:val="008225EF"/>
    <w:rsid w:val="00822800"/>
    <w:rsid w:val="00823453"/>
    <w:rsid w:val="00824039"/>
    <w:rsid w:val="00824EB8"/>
    <w:rsid w:val="008258A6"/>
    <w:rsid w:val="0082659F"/>
    <w:rsid w:val="008269E8"/>
    <w:rsid w:val="00830212"/>
    <w:rsid w:val="00830EBB"/>
    <w:rsid w:val="00830F08"/>
    <w:rsid w:val="008310CD"/>
    <w:rsid w:val="00831B49"/>
    <w:rsid w:val="00831E03"/>
    <w:rsid w:val="00832B04"/>
    <w:rsid w:val="0083337B"/>
    <w:rsid w:val="00834639"/>
    <w:rsid w:val="00834A6A"/>
    <w:rsid w:val="0083509D"/>
    <w:rsid w:val="0083624A"/>
    <w:rsid w:val="00836327"/>
    <w:rsid w:val="00836849"/>
    <w:rsid w:val="00837EA3"/>
    <w:rsid w:val="00841265"/>
    <w:rsid w:val="00841777"/>
    <w:rsid w:val="008431B0"/>
    <w:rsid w:val="0084412B"/>
    <w:rsid w:val="00844271"/>
    <w:rsid w:val="0084729C"/>
    <w:rsid w:val="00847AC7"/>
    <w:rsid w:val="00850536"/>
    <w:rsid w:val="008505A1"/>
    <w:rsid w:val="008508F6"/>
    <w:rsid w:val="00851D2E"/>
    <w:rsid w:val="00852394"/>
    <w:rsid w:val="00852E65"/>
    <w:rsid w:val="00853332"/>
    <w:rsid w:val="00853EC5"/>
    <w:rsid w:val="008540BB"/>
    <w:rsid w:val="0085418B"/>
    <w:rsid w:val="00854BE0"/>
    <w:rsid w:val="00857461"/>
    <w:rsid w:val="00857E4F"/>
    <w:rsid w:val="0086046A"/>
    <w:rsid w:val="008614C0"/>
    <w:rsid w:val="00862050"/>
    <w:rsid w:val="00862CB4"/>
    <w:rsid w:val="00862F5E"/>
    <w:rsid w:val="00863203"/>
    <w:rsid w:val="00865992"/>
    <w:rsid w:val="00865DAC"/>
    <w:rsid w:val="00867AEB"/>
    <w:rsid w:val="00871311"/>
    <w:rsid w:val="00871E85"/>
    <w:rsid w:val="008721B2"/>
    <w:rsid w:val="00873794"/>
    <w:rsid w:val="008752EA"/>
    <w:rsid w:val="00875F4C"/>
    <w:rsid w:val="00876495"/>
    <w:rsid w:val="00877123"/>
    <w:rsid w:val="008776C4"/>
    <w:rsid w:val="00883252"/>
    <w:rsid w:val="00883C0C"/>
    <w:rsid w:val="00883C47"/>
    <w:rsid w:val="00883F6F"/>
    <w:rsid w:val="008859DB"/>
    <w:rsid w:val="0088615F"/>
    <w:rsid w:val="008868D4"/>
    <w:rsid w:val="00887907"/>
    <w:rsid w:val="00887B3D"/>
    <w:rsid w:val="00887CA8"/>
    <w:rsid w:val="00887F90"/>
    <w:rsid w:val="00890BD2"/>
    <w:rsid w:val="00891E1F"/>
    <w:rsid w:val="008923DA"/>
    <w:rsid w:val="00892509"/>
    <w:rsid w:val="00892E00"/>
    <w:rsid w:val="008931FE"/>
    <w:rsid w:val="00893AE0"/>
    <w:rsid w:val="00894005"/>
    <w:rsid w:val="00896904"/>
    <w:rsid w:val="00896ED5"/>
    <w:rsid w:val="00897955"/>
    <w:rsid w:val="008A0085"/>
    <w:rsid w:val="008A0930"/>
    <w:rsid w:val="008A17C9"/>
    <w:rsid w:val="008A2122"/>
    <w:rsid w:val="008A26DD"/>
    <w:rsid w:val="008A2EE4"/>
    <w:rsid w:val="008A2FD9"/>
    <w:rsid w:val="008A34FA"/>
    <w:rsid w:val="008A3D71"/>
    <w:rsid w:val="008A4073"/>
    <w:rsid w:val="008A429A"/>
    <w:rsid w:val="008A56CE"/>
    <w:rsid w:val="008A796C"/>
    <w:rsid w:val="008A7C2B"/>
    <w:rsid w:val="008B0172"/>
    <w:rsid w:val="008B19ED"/>
    <w:rsid w:val="008B293F"/>
    <w:rsid w:val="008B31E4"/>
    <w:rsid w:val="008B6FD5"/>
    <w:rsid w:val="008C191C"/>
    <w:rsid w:val="008C220E"/>
    <w:rsid w:val="008C2416"/>
    <w:rsid w:val="008C278E"/>
    <w:rsid w:val="008C289A"/>
    <w:rsid w:val="008C636F"/>
    <w:rsid w:val="008C76E4"/>
    <w:rsid w:val="008D02E2"/>
    <w:rsid w:val="008D20E6"/>
    <w:rsid w:val="008D233A"/>
    <w:rsid w:val="008D2A5D"/>
    <w:rsid w:val="008D4A2A"/>
    <w:rsid w:val="008D4D5D"/>
    <w:rsid w:val="008D536E"/>
    <w:rsid w:val="008D59D4"/>
    <w:rsid w:val="008D5F1D"/>
    <w:rsid w:val="008D6220"/>
    <w:rsid w:val="008D7C0A"/>
    <w:rsid w:val="008E0114"/>
    <w:rsid w:val="008E111F"/>
    <w:rsid w:val="008E5333"/>
    <w:rsid w:val="008F1BAF"/>
    <w:rsid w:val="008F26C8"/>
    <w:rsid w:val="008F28AD"/>
    <w:rsid w:val="008F2FE9"/>
    <w:rsid w:val="008F3EDF"/>
    <w:rsid w:val="008F4C09"/>
    <w:rsid w:val="008F5D61"/>
    <w:rsid w:val="008F72E6"/>
    <w:rsid w:val="008F74FB"/>
    <w:rsid w:val="009005BE"/>
    <w:rsid w:val="009005CE"/>
    <w:rsid w:val="009014F9"/>
    <w:rsid w:val="00901804"/>
    <w:rsid w:val="00901AE0"/>
    <w:rsid w:val="00901E68"/>
    <w:rsid w:val="009049AC"/>
    <w:rsid w:val="00905412"/>
    <w:rsid w:val="00905776"/>
    <w:rsid w:val="009101CE"/>
    <w:rsid w:val="0091049D"/>
    <w:rsid w:val="00910512"/>
    <w:rsid w:val="00910947"/>
    <w:rsid w:val="009116A6"/>
    <w:rsid w:val="00912DD2"/>
    <w:rsid w:val="009145BA"/>
    <w:rsid w:val="00916AE8"/>
    <w:rsid w:val="00920922"/>
    <w:rsid w:val="0092148A"/>
    <w:rsid w:val="00921695"/>
    <w:rsid w:val="009219AA"/>
    <w:rsid w:val="00922E23"/>
    <w:rsid w:val="00925912"/>
    <w:rsid w:val="00930290"/>
    <w:rsid w:val="00930AC7"/>
    <w:rsid w:val="00933DD4"/>
    <w:rsid w:val="009353B8"/>
    <w:rsid w:val="00935E02"/>
    <w:rsid w:val="009371D0"/>
    <w:rsid w:val="009372F8"/>
    <w:rsid w:val="00937985"/>
    <w:rsid w:val="00940B58"/>
    <w:rsid w:val="00941224"/>
    <w:rsid w:val="00942B05"/>
    <w:rsid w:val="00942E61"/>
    <w:rsid w:val="00944329"/>
    <w:rsid w:val="00945E63"/>
    <w:rsid w:val="009460A1"/>
    <w:rsid w:val="0094662B"/>
    <w:rsid w:val="00947CF0"/>
    <w:rsid w:val="00947FA1"/>
    <w:rsid w:val="009505CF"/>
    <w:rsid w:val="00950F08"/>
    <w:rsid w:val="0095158A"/>
    <w:rsid w:val="009521C5"/>
    <w:rsid w:val="00953F71"/>
    <w:rsid w:val="00955B3E"/>
    <w:rsid w:val="00955EC1"/>
    <w:rsid w:val="00955F7C"/>
    <w:rsid w:val="00956639"/>
    <w:rsid w:val="00956FB6"/>
    <w:rsid w:val="00957CF6"/>
    <w:rsid w:val="00957FF1"/>
    <w:rsid w:val="00961B9D"/>
    <w:rsid w:val="00962430"/>
    <w:rsid w:val="0096285E"/>
    <w:rsid w:val="00963FE1"/>
    <w:rsid w:val="00964421"/>
    <w:rsid w:val="00964D81"/>
    <w:rsid w:val="00964E8A"/>
    <w:rsid w:val="00966A49"/>
    <w:rsid w:val="009677C3"/>
    <w:rsid w:val="009678DE"/>
    <w:rsid w:val="00970836"/>
    <w:rsid w:val="00971262"/>
    <w:rsid w:val="00971702"/>
    <w:rsid w:val="0097394B"/>
    <w:rsid w:val="009749C1"/>
    <w:rsid w:val="00976C19"/>
    <w:rsid w:val="009770F3"/>
    <w:rsid w:val="0098078F"/>
    <w:rsid w:val="009820C8"/>
    <w:rsid w:val="00982469"/>
    <w:rsid w:val="00983E52"/>
    <w:rsid w:val="00986A6E"/>
    <w:rsid w:val="00990F7A"/>
    <w:rsid w:val="0099319D"/>
    <w:rsid w:val="00994053"/>
    <w:rsid w:val="00995D5F"/>
    <w:rsid w:val="009A04B6"/>
    <w:rsid w:val="009A0E76"/>
    <w:rsid w:val="009A0F23"/>
    <w:rsid w:val="009A176E"/>
    <w:rsid w:val="009A3DAF"/>
    <w:rsid w:val="009A50D2"/>
    <w:rsid w:val="009A5415"/>
    <w:rsid w:val="009A56B3"/>
    <w:rsid w:val="009B01F6"/>
    <w:rsid w:val="009B1C99"/>
    <w:rsid w:val="009B1E48"/>
    <w:rsid w:val="009B24FD"/>
    <w:rsid w:val="009B3126"/>
    <w:rsid w:val="009B40C3"/>
    <w:rsid w:val="009B5E4A"/>
    <w:rsid w:val="009B5F84"/>
    <w:rsid w:val="009B7361"/>
    <w:rsid w:val="009B7B13"/>
    <w:rsid w:val="009B7C67"/>
    <w:rsid w:val="009C144F"/>
    <w:rsid w:val="009C36F1"/>
    <w:rsid w:val="009C3C53"/>
    <w:rsid w:val="009C3DF3"/>
    <w:rsid w:val="009C41CD"/>
    <w:rsid w:val="009C461E"/>
    <w:rsid w:val="009C5D7D"/>
    <w:rsid w:val="009C753E"/>
    <w:rsid w:val="009C7676"/>
    <w:rsid w:val="009C790F"/>
    <w:rsid w:val="009C79E0"/>
    <w:rsid w:val="009C7DCF"/>
    <w:rsid w:val="009D0280"/>
    <w:rsid w:val="009D32E5"/>
    <w:rsid w:val="009D466C"/>
    <w:rsid w:val="009D515A"/>
    <w:rsid w:val="009D52CC"/>
    <w:rsid w:val="009D60FC"/>
    <w:rsid w:val="009E0254"/>
    <w:rsid w:val="009E13EF"/>
    <w:rsid w:val="009E1732"/>
    <w:rsid w:val="009E2627"/>
    <w:rsid w:val="009E302E"/>
    <w:rsid w:val="009E3558"/>
    <w:rsid w:val="009E3D83"/>
    <w:rsid w:val="009E79E5"/>
    <w:rsid w:val="009F1FA1"/>
    <w:rsid w:val="009F21AD"/>
    <w:rsid w:val="009F2B14"/>
    <w:rsid w:val="009F2EBA"/>
    <w:rsid w:val="009F3813"/>
    <w:rsid w:val="009F407C"/>
    <w:rsid w:val="009F540E"/>
    <w:rsid w:val="009F6250"/>
    <w:rsid w:val="009F6A36"/>
    <w:rsid w:val="009F7EBE"/>
    <w:rsid w:val="00A009E0"/>
    <w:rsid w:val="00A02A5D"/>
    <w:rsid w:val="00A03687"/>
    <w:rsid w:val="00A04534"/>
    <w:rsid w:val="00A064B4"/>
    <w:rsid w:val="00A078B3"/>
    <w:rsid w:val="00A116BD"/>
    <w:rsid w:val="00A125A9"/>
    <w:rsid w:val="00A1297A"/>
    <w:rsid w:val="00A132F0"/>
    <w:rsid w:val="00A13398"/>
    <w:rsid w:val="00A139F3"/>
    <w:rsid w:val="00A16EDE"/>
    <w:rsid w:val="00A17970"/>
    <w:rsid w:val="00A2003D"/>
    <w:rsid w:val="00A2044C"/>
    <w:rsid w:val="00A20974"/>
    <w:rsid w:val="00A20D4D"/>
    <w:rsid w:val="00A20FE0"/>
    <w:rsid w:val="00A21464"/>
    <w:rsid w:val="00A22016"/>
    <w:rsid w:val="00A24A5C"/>
    <w:rsid w:val="00A24F75"/>
    <w:rsid w:val="00A2602E"/>
    <w:rsid w:val="00A26705"/>
    <w:rsid w:val="00A27A15"/>
    <w:rsid w:val="00A27D04"/>
    <w:rsid w:val="00A312D8"/>
    <w:rsid w:val="00A32282"/>
    <w:rsid w:val="00A33725"/>
    <w:rsid w:val="00A33ED9"/>
    <w:rsid w:val="00A34291"/>
    <w:rsid w:val="00A3620C"/>
    <w:rsid w:val="00A36C1C"/>
    <w:rsid w:val="00A379B4"/>
    <w:rsid w:val="00A40278"/>
    <w:rsid w:val="00A41A6A"/>
    <w:rsid w:val="00A426A9"/>
    <w:rsid w:val="00A42C90"/>
    <w:rsid w:val="00A45D28"/>
    <w:rsid w:val="00A510DE"/>
    <w:rsid w:val="00A51CBE"/>
    <w:rsid w:val="00A53589"/>
    <w:rsid w:val="00A535B6"/>
    <w:rsid w:val="00A56348"/>
    <w:rsid w:val="00A56F39"/>
    <w:rsid w:val="00A573B4"/>
    <w:rsid w:val="00A57800"/>
    <w:rsid w:val="00A610E2"/>
    <w:rsid w:val="00A611F8"/>
    <w:rsid w:val="00A61922"/>
    <w:rsid w:val="00A61A0E"/>
    <w:rsid w:val="00A61F99"/>
    <w:rsid w:val="00A63168"/>
    <w:rsid w:val="00A64027"/>
    <w:rsid w:val="00A642D7"/>
    <w:rsid w:val="00A6571A"/>
    <w:rsid w:val="00A73FE2"/>
    <w:rsid w:val="00A74628"/>
    <w:rsid w:val="00A75A35"/>
    <w:rsid w:val="00A75ABA"/>
    <w:rsid w:val="00A76525"/>
    <w:rsid w:val="00A76CD5"/>
    <w:rsid w:val="00A81243"/>
    <w:rsid w:val="00A81C4A"/>
    <w:rsid w:val="00A81F9F"/>
    <w:rsid w:val="00A82BD9"/>
    <w:rsid w:val="00A82E6D"/>
    <w:rsid w:val="00A837DA"/>
    <w:rsid w:val="00A8451C"/>
    <w:rsid w:val="00A84C86"/>
    <w:rsid w:val="00A86C3B"/>
    <w:rsid w:val="00A87410"/>
    <w:rsid w:val="00A919C0"/>
    <w:rsid w:val="00A926F5"/>
    <w:rsid w:val="00A929BA"/>
    <w:rsid w:val="00A92C7C"/>
    <w:rsid w:val="00A94E46"/>
    <w:rsid w:val="00A94F18"/>
    <w:rsid w:val="00A96171"/>
    <w:rsid w:val="00A9799C"/>
    <w:rsid w:val="00AA0FFB"/>
    <w:rsid w:val="00AA187C"/>
    <w:rsid w:val="00AA5967"/>
    <w:rsid w:val="00AA5E6A"/>
    <w:rsid w:val="00AA70A0"/>
    <w:rsid w:val="00AB0521"/>
    <w:rsid w:val="00AB0B9F"/>
    <w:rsid w:val="00AB1083"/>
    <w:rsid w:val="00AB35BB"/>
    <w:rsid w:val="00AB3DEB"/>
    <w:rsid w:val="00AB4477"/>
    <w:rsid w:val="00AB548D"/>
    <w:rsid w:val="00AB5CB6"/>
    <w:rsid w:val="00AB6CCB"/>
    <w:rsid w:val="00AB7F11"/>
    <w:rsid w:val="00AC0480"/>
    <w:rsid w:val="00AC0EFD"/>
    <w:rsid w:val="00AC12DF"/>
    <w:rsid w:val="00AC1397"/>
    <w:rsid w:val="00AC2A1D"/>
    <w:rsid w:val="00AC345D"/>
    <w:rsid w:val="00AC37D1"/>
    <w:rsid w:val="00AC49D1"/>
    <w:rsid w:val="00AC6CC1"/>
    <w:rsid w:val="00AC7148"/>
    <w:rsid w:val="00AC7469"/>
    <w:rsid w:val="00AC761A"/>
    <w:rsid w:val="00AD086D"/>
    <w:rsid w:val="00AD0BF4"/>
    <w:rsid w:val="00AD0C15"/>
    <w:rsid w:val="00AD2190"/>
    <w:rsid w:val="00AD26AF"/>
    <w:rsid w:val="00AD3FBA"/>
    <w:rsid w:val="00AD495E"/>
    <w:rsid w:val="00AD496B"/>
    <w:rsid w:val="00AD540B"/>
    <w:rsid w:val="00AD54D1"/>
    <w:rsid w:val="00AD5FCC"/>
    <w:rsid w:val="00AD6B92"/>
    <w:rsid w:val="00AD6E21"/>
    <w:rsid w:val="00AE0EBE"/>
    <w:rsid w:val="00AE1886"/>
    <w:rsid w:val="00AE1920"/>
    <w:rsid w:val="00AE591F"/>
    <w:rsid w:val="00AE7148"/>
    <w:rsid w:val="00AF0C20"/>
    <w:rsid w:val="00AF171E"/>
    <w:rsid w:val="00AF204B"/>
    <w:rsid w:val="00AF2B44"/>
    <w:rsid w:val="00AF2C55"/>
    <w:rsid w:val="00AF316B"/>
    <w:rsid w:val="00AF4D51"/>
    <w:rsid w:val="00AF4DA8"/>
    <w:rsid w:val="00AF5C0F"/>
    <w:rsid w:val="00AF76A4"/>
    <w:rsid w:val="00AF78F1"/>
    <w:rsid w:val="00B00E91"/>
    <w:rsid w:val="00B0109C"/>
    <w:rsid w:val="00B011D2"/>
    <w:rsid w:val="00B01B09"/>
    <w:rsid w:val="00B01D3D"/>
    <w:rsid w:val="00B0350F"/>
    <w:rsid w:val="00B05367"/>
    <w:rsid w:val="00B0603A"/>
    <w:rsid w:val="00B069A1"/>
    <w:rsid w:val="00B11593"/>
    <w:rsid w:val="00B12A8C"/>
    <w:rsid w:val="00B14C33"/>
    <w:rsid w:val="00B16FF6"/>
    <w:rsid w:val="00B20751"/>
    <w:rsid w:val="00B207DD"/>
    <w:rsid w:val="00B21416"/>
    <w:rsid w:val="00B21487"/>
    <w:rsid w:val="00B24F8A"/>
    <w:rsid w:val="00B25180"/>
    <w:rsid w:val="00B25A39"/>
    <w:rsid w:val="00B2626E"/>
    <w:rsid w:val="00B26781"/>
    <w:rsid w:val="00B26C80"/>
    <w:rsid w:val="00B3062E"/>
    <w:rsid w:val="00B30802"/>
    <w:rsid w:val="00B317F9"/>
    <w:rsid w:val="00B3320A"/>
    <w:rsid w:val="00B33D4A"/>
    <w:rsid w:val="00B33FE6"/>
    <w:rsid w:val="00B34041"/>
    <w:rsid w:val="00B34777"/>
    <w:rsid w:val="00B34968"/>
    <w:rsid w:val="00B35344"/>
    <w:rsid w:val="00B358C2"/>
    <w:rsid w:val="00B37A88"/>
    <w:rsid w:val="00B411E5"/>
    <w:rsid w:val="00B425EC"/>
    <w:rsid w:val="00B42DC5"/>
    <w:rsid w:val="00B433C2"/>
    <w:rsid w:val="00B440DA"/>
    <w:rsid w:val="00B4453B"/>
    <w:rsid w:val="00B45D88"/>
    <w:rsid w:val="00B4628E"/>
    <w:rsid w:val="00B4727B"/>
    <w:rsid w:val="00B510DF"/>
    <w:rsid w:val="00B512E7"/>
    <w:rsid w:val="00B52938"/>
    <w:rsid w:val="00B52A51"/>
    <w:rsid w:val="00B53463"/>
    <w:rsid w:val="00B53F34"/>
    <w:rsid w:val="00B53FC2"/>
    <w:rsid w:val="00B540F7"/>
    <w:rsid w:val="00B5410C"/>
    <w:rsid w:val="00B5493E"/>
    <w:rsid w:val="00B55233"/>
    <w:rsid w:val="00B552D9"/>
    <w:rsid w:val="00B55B1D"/>
    <w:rsid w:val="00B55DF7"/>
    <w:rsid w:val="00B57FBF"/>
    <w:rsid w:val="00B61E84"/>
    <w:rsid w:val="00B61FB5"/>
    <w:rsid w:val="00B62237"/>
    <w:rsid w:val="00B62446"/>
    <w:rsid w:val="00B62701"/>
    <w:rsid w:val="00B629A8"/>
    <w:rsid w:val="00B62D12"/>
    <w:rsid w:val="00B6577B"/>
    <w:rsid w:val="00B65A91"/>
    <w:rsid w:val="00B65DD9"/>
    <w:rsid w:val="00B66459"/>
    <w:rsid w:val="00B707F1"/>
    <w:rsid w:val="00B711B3"/>
    <w:rsid w:val="00B72EBC"/>
    <w:rsid w:val="00B73AEE"/>
    <w:rsid w:val="00B74E31"/>
    <w:rsid w:val="00B75F1D"/>
    <w:rsid w:val="00B7632B"/>
    <w:rsid w:val="00B76615"/>
    <w:rsid w:val="00B80213"/>
    <w:rsid w:val="00B829A0"/>
    <w:rsid w:val="00B8376D"/>
    <w:rsid w:val="00B84386"/>
    <w:rsid w:val="00B86658"/>
    <w:rsid w:val="00B86741"/>
    <w:rsid w:val="00B8779A"/>
    <w:rsid w:val="00B9062D"/>
    <w:rsid w:val="00B91B6E"/>
    <w:rsid w:val="00B9216E"/>
    <w:rsid w:val="00B937CF"/>
    <w:rsid w:val="00B93FF8"/>
    <w:rsid w:val="00B946DF"/>
    <w:rsid w:val="00B94AE5"/>
    <w:rsid w:val="00B94EE1"/>
    <w:rsid w:val="00B95196"/>
    <w:rsid w:val="00B9579C"/>
    <w:rsid w:val="00B95A9E"/>
    <w:rsid w:val="00B95E3D"/>
    <w:rsid w:val="00B95EA6"/>
    <w:rsid w:val="00B9601A"/>
    <w:rsid w:val="00B962BD"/>
    <w:rsid w:val="00B97849"/>
    <w:rsid w:val="00BA1735"/>
    <w:rsid w:val="00BA20B7"/>
    <w:rsid w:val="00BA2182"/>
    <w:rsid w:val="00BA290C"/>
    <w:rsid w:val="00BA3C73"/>
    <w:rsid w:val="00BA48E3"/>
    <w:rsid w:val="00BA5E1B"/>
    <w:rsid w:val="00BA6104"/>
    <w:rsid w:val="00BA6A6E"/>
    <w:rsid w:val="00BA6D5F"/>
    <w:rsid w:val="00BA77A7"/>
    <w:rsid w:val="00BB00A7"/>
    <w:rsid w:val="00BB00F5"/>
    <w:rsid w:val="00BB0128"/>
    <w:rsid w:val="00BB08EF"/>
    <w:rsid w:val="00BB1578"/>
    <w:rsid w:val="00BB194F"/>
    <w:rsid w:val="00BB24F8"/>
    <w:rsid w:val="00BB2CDB"/>
    <w:rsid w:val="00BB430D"/>
    <w:rsid w:val="00BB4E3D"/>
    <w:rsid w:val="00BB65B7"/>
    <w:rsid w:val="00BB74A6"/>
    <w:rsid w:val="00BB7ADA"/>
    <w:rsid w:val="00BC0A10"/>
    <w:rsid w:val="00BC1DC4"/>
    <w:rsid w:val="00BC2F70"/>
    <w:rsid w:val="00BC3E5B"/>
    <w:rsid w:val="00BC489B"/>
    <w:rsid w:val="00BC4C16"/>
    <w:rsid w:val="00BD2545"/>
    <w:rsid w:val="00BD4DC9"/>
    <w:rsid w:val="00BD571F"/>
    <w:rsid w:val="00BD5B10"/>
    <w:rsid w:val="00BD7297"/>
    <w:rsid w:val="00BE1137"/>
    <w:rsid w:val="00BE1235"/>
    <w:rsid w:val="00BE13E4"/>
    <w:rsid w:val="00BE29CE"/>
    <w:rsid w:val="00BE2F40"/>
    <w:rsid w:val="00BE49F8"/>
    <w:rsid w:val="00BE4BD8"/>
    <w:rsid w:val="00BE4BE6"/>
    <w:rsid w:val="00BE5000"/>
    <w:rsid w:val="00BE5169"/>
    <w:rsid w:val="00BE5FCD"/>
    <w:rsid w:val="00BE64DA"/>
    <w:rsid w:val="00BE72FD"/>
    <w:rsid w:val="00BE7EC3"/>
    <w:rsid w:val="00BF14B7"/>
    <w:rsid w:val="00BF2D1E"/>
    <w:rsid w:val="00BF2D58"/>
    <w:rsid w:val="00BF3246"/>
    <w:rsid w:val="00BF413C"/>
    <w:rsid w:val="00BF45B9"/>
    <w:rsid w:val="00BF498F"/>
    <w:rsid w:val="00BF4FBF"/>
    <w:rsid w:val="00BF6240"/>
    <w:rsid w:val="00BF6EA1"/>
    <w:rsid w:val="00BF714D"/>
    <w:rsid w:val="00BF7917"/>
    <w:rsid w:val="00C017D6"/>
    <w:rsid w:val="00C0245E"/>
    <w:rsid w:val="00C03C60"/>
    <w:rsid w:val="00C04F24"/>
    <w:rsid w:val="00C05A6A"/>
    <w:rsid w:val="00C104BD"/>
    <w:rsid w:val="00C10B98"/>
    <w:rsid w:val="00C11192"/>
    <w:rsid w:val="00C121F3"/>
    <w:rsid w:val="00C14A2B"/>
    <w:rsid w:val="00C14FF9"/>
    <w:rsid w:val="00C15A83"/>
    <w:rsid w:val="00C1622F"/>
    <w:rsid w:val="00C169B0"/>
    <w:rsid w:val="00C16CE0"/>
    <w:rsid w:val="00C173EB"/>
    <w:rsid w:val="00C17B83"/>
    <w:rsid w:val="00C17F3A"/>
    <w:rsid w:val="00C236F7"/>
    <w:rsid w:val="00C2501D"/>
    <w:rsid w:val="00C267E9"/>
    <w:rsid w:val="00C30023"/>
    <w:rsid w:val="00C30DAE"/>
    <w:rsid w:val="00C31DBB"/>
    <w:rsid w:val="00C3362A"/>
    <w:rsid w:val="00C33789"/>
    <w:rsid w:val="00C357F5"/>
    <w:rsid w:val="00C37468"/>
    <w:rsid w:val="00C37CFF"/>
    <w:rsid w:val="00C40527"/>
    <w:rsid w:val="00C40D27"/>
    <w:rsid w:val="00C41275"/>
    <w:rsid w:val="00C41AC2"/>
    <w:rsid w:val="00C4219A"/>
    <w:rsid w:val="00C42269"/>
    <w:rsid w:val="00C42B35"/>
    <w:rsid w:val="00C43735"/>
    <w:rsid w:val="00C43CB6"/>
    <w:rsid w:val="00C4612B"/>
    <w:rsid w:val="00C46F0E"/>
    <w:rsid w:val="00C47F71"/>
    <w:rsid w:val="00C47FDB"/>
    <w:rsid w:val="00C51503"/>
    <w:rsid w:val="00C51614"/>
    <w:rsid w:val="00C558E0"/>
    <w:rsid w:val="00C56BF6"/>
    <w:rsid w:val="00C61AAC"/>
    <w:rsid w:val="00C6277B"/>
    <w:rsid w:val="00C64153"/>
    <w:rsid w:val="00C65057"/>
    <w:rsid w:val="00C6516F"/>
    <w:rsid w:val="00C6608C"/>
    <w:rsid w:val="00C6639A"/>
    <w:rsid w:val="00C7115A"/>
    <w:rsid w:val="00C71984"/>
    <w:rsid w:val="00C74138"/>
    <w:rsid w:val="00C7478F"/>
    <w:rsid w:val="00C75152"/>
    <w:rsid w:val="00C755DE"/>
    <w:rsid w:val="00C757BF"/>
    <w:rsid w:val="00C75F06"/>
    <w:rsid w:val="00C75FF3"/>
    <w:rsid w:val="00C77E8F"/>
    <w:rsid w:val="00C801A7"/>
    <w:rsid w:val="00C808AB"/>
    <w:rsid w:val="00C828A7"/>
    <w:rsid w:val="00C850E2"/>
    <w:rsid w:val="00C85134"/>
    <w:rsid w:val="00C933C4"/>
    <w:rsid w:val="00C93922"/>
    <w:rsid w:val="00C9743C"/>
    <w:rsid w:val="00CA13AB"/>
    <w:rsid w:val="00CA1A96"/>
    <w:rsid w:val="00CA288E"/>
    <w:rsid w:val="00CA3047"/>
    <w:rsid w:val="00CA38E4"/>
    <w:rsid w:val="00CA498B"/>
    <w:rsid w:val="00CA4C9D"/>
    <w:rsid w:val="00CA5F65"/>
    <w:rsid w:val="00CA600B"/>
    <w:rsid w:val="00CA63EB"/>
    <w:rsid w:val="00CA66AC"/>
    <w:rsid w:val="00CA69E7"/>
    <w:rsid w:val="00CA6DCF"/>
    <w:rsid w:val="00CA6F97"/>
    <w:rsid w:val="00CA72A9"/>
    <w:rsid w:val="00CA7319"/>
    <w:rsid w:val="00CA7E34"/>
    <w:rsid w:val="00CB0988"/>
    <w:rsid w:val="00CB27D7"/>
    <w:rsid w:val="00CB3C4D"/>
    <w:rsid w:val="00CB5D56"/>
    <w:rsid w:val="00CB66F8"/>
    <w:rsid w:val="00CB6769"/>
    <w:rsid w:val="00CB73FD"/>
    <w:rsid w:val="00CC0D27"/>
    <w:rsid w:val="00CC0EF9"/>
    <w:rsid w:val="00CC145D"/>
    <w:rsid w:val="00CC262E"/>
    <w:rsid w:val="00CC273D"/>
    <w:rsid w:val="00CC2C62"/>
    <w:rsid w:val="00CC2E7E"/>
    <w:rsid w:val="00CC4CE1"/>
    <w:rsid w:val="00CC4D92"/>
    <w:rsid w:val="00CC4E36"/>
    <w:rsid w:val="00CC580C"/>
    <w:rsid w:val="00CC63BB"/>
    <w:rsid w:val="00CC6DB0"/>
    <w:rsid w:val="00CC76EF"/>
    <w:rsid w:val="00CC7B13"/>
    <w:rsid w:val="00CD1103"/>
    <w:rsid w:val="00CD167F"/>
    <w:rsid w:val="00CD2082"/>
    <w:rsid w:val="00CD208A"/>
    <w:rsid w:val="00CD21DD"/>
    <w:rsid w:val="00CD250E"/>
    <w:rsid w:val="00CD25F0"/>
    <w:rsid w:val="00CD3279"/>
    <w:rsid w:val="00CD4BC4"/>
    <w:rsid w:val="00CD5CE1"/>
    <w:rsid w:val="00CD5FF6"/>
    <w:rsid w:val="00CD60BF"/>
    <w:rsid w:val="00CD67E8"/>
    <w:rsid w:val="00CD6EFD"/>
    <w:rsid w:val="00CD72BF"/>
    <w:rsid w:val="00CD7412"/>
    <w:rsid w:val="00CE03FE"/>
    <w:rsid w:val="00CE064F"/>
    <w:rsid w:val="00CE0EFC"/>
    <w:rsid w:val="00CE2F68"/>
    <w:rsid w:val="00CE2F74"/>
    <w:rsid w:val="00CE32F8"/>
    <w:rsid w:val="00CE46C3"/>
    <w:rsid w:val="00CE55F6"/>
    <w:rsid w:val="00CE6111"/>
    <w:rsid w:val="00CE6C63"/>
    <w:rsid w:val="00CE7137"/>
    <w:rsid w:val="00CF174F"/>
    <w:rsid w:val="00CF34E8"/>
    <w:rsid w:val="00CF52CA"/>
    <w:rsid w:val="00CF60EC"/>
    <w:rsid w:val="00CF676F"/>
    <w:rsid w:val="00CF75F0"/>
    <w:rsid w:val="00D00574"/>
    <w:rsid w:val="00D01003"/>
    <w:rsid w:val="00D019EC"/>
    <w:rsid w:val="00D0224A"/>
    <w:rsid w:val="00D02C16"/>
    <w:rsid w:val="00D03285"/>
    <w:rsid w:val="00D0354C"/>
    <w:rsid w:val="00D03D5C"/>
    <w:rsid w:val="00D04C20"/>
    <w:rsid w:val="00D04E75"/>
    <w:rsid w:val="00D0539D"/>
    <w:rsid w:val="00D054E1"/>
    <w:rsid w:val="00D063F2"/>
    <w:rsid w:val="00D065DD"/>
    <w:rsid w:val="00D073C3"/>
    <w:rsid w:val="00D10036"/>
    <w:rsid w:val="00D10187"/>
    <w:rsid w:val="00D1049E"/>
    <w:rsid w:val="00D110B9"/>
    <w:rsid w:val="00D11589"/>
    <w:rsid w:val="00D12427"/>
    <w:rsid w:val="00D1284D"/>
    <w:rsid w:val="00D14322"/>
    <w:rsid w:val="00D15506"/>
    <w:rsid w:val="00D1658B"/>
    <w:rsid w:val="00D165FF"/>
    <w:rsid w:val="00D16EC7"/>
    <w:rsid w:val="00D214E2"/>
    <w:rsid w:val="00D237AE"/>
    <w:rsid w:val="00D253E5"/>
    <w:rsid w:val="00D2572C"/>
    <w:rsid w:val="00D258AF"/>
    <w:rsid w:val="00D259B1"/>
    <w:rsid w:val="00D26883"/>
    <w:rsid w:val="00D26CDB"/>
    <w:rsid w:val="00D278AF"/>
    <w:rsid w:val="00D3246F"/>
    <w:rsid w:val="00D326BC"/>
    <w:rsid w:val="00D34425"/>
    <w:rsid w:val="00D3681B"/>
    <w:rsid w:val="00D36853"/>
    <w:rsid w:val="00D369A1"/>
    <w:rsid w:val="00D3719B"/>
    <w:rsid w:val="00D406E0"/>
    <w:rsid w:val="00D40B51"/>
    <w:rsid w:val="00D41D0A"/>
    <w:rsid w:val="00D42807"/>
    <w:rsid w:val="00D4359D"/>
    <w:rsid w:val="00D44887"/>
    <w:rsid w:val="00D461B3"/>
    <w:rsid w:val="00D47DF1"/>
    <w:rsid w:val="00D50364"/>
    <w:rsid w:val="00D50951"/>
    <w:rsid w:val="00D51EAC"/>
    <w:rsid w:val="00D530CA"/>
    <w:rsid w:val="00D53570"/>
    <w:rsid w:val="00D5382C"/>
    <w:rsid w:val="00D5457F"/>
    <w:rsid w:val="00D54A05"/>
    <w:rsid w:val="00D558E7"/>
    <w:rsid w:val="00D55F69"/>
    <w:rsid w:val="00D56070"/>
    <w:rsid w:val="00D562B4"/>
    <w:rsid w:val="00D6080D"/>
    <w:rsid w:val="00D608CD"/>
    <w:rsid w:val="00D60B2F"/>
    <w:rsid w:val="00D622D3"/>
    <w:rsid w:val="00D62D9E"/>
    <w:rsid w:val="00D630CF"/>
    <w:rsid w:val="00D63F78"/>
    <w:rsid w:val="00D657D9"/>
    <w:rsid w:val="00D663EF"/>
    <w:rsid w:val="00D67C4C"/>
    <w:rsid w:val="00D70AAD"/>
    <w:rsid w:val="00D72CA7"/>
    <w:rsid w:val="00D7338C"/>
    <w:rsid w:val="00D73708"/>
    <w:rsid w:val="00D739DD"/>
    <w:rsid w:val="00D77320"/>
    <w:rsid w:val="00D773F0"/>
    <w:rsid w:val="00D778EB"/>
    <w:rsid w:val="00D809B2"/>
    <w:rsid w:val="00D80D03"/>
    <w:rsid w:val="00D80DC6"/>
    <w:rsid w:val="00D80FEC"/>
    <w:rsid w:val="00D83279"/>
    <w:rsid w:val="00D83482"/>
    <w:rsid w:val="00D84034"/>
    <w:rsid w:val="00D844E3"/>
    <w:rsid w:val="00D849AC"/>
    <w:rsid w:val="00D84D4C"/>
    <w:rsid w:val="00D8597D"/>
    <w:rsid w:val="00D90199"/>
    <w:rsid w:val="00D90336"/>
    <w:rsid w:val="00D9054B"/>
    <w:rsid w:val="00D91488"/>
    <w:rsid w:val="00D92ECA"/>
    <w:rsid w:val="00D9342A"/>
    <w:rsid w:val="00D95FDA"/>
    <w:rsid w:val="00D972A1"/>
    <w:rsid w:val="00D97371"/>
    <w:rsid w:val="00D97DF1"/>
    <w:rsid w:val="00DA05E3"/>
    <w:rsid w:val="00DA1DED"/>
    <w:rsid w:val="00DA2606"/>
    <w:rsid w:val="00DA3441"/>
    <w:rsid w:val="00DA3AAD"/>
    <w:rsid w:val="00DA4C69"/>
    <w:rsid w:val="00DB12E0"/>
    <w:rsid w:val="00DB1A77"/>
    <w:rsid w:val="00DB318B"/>
    <w:rsid w:val="00DB38AC"/>
    <w:rsid w:val="00DB49BE"/>
    <w:rsid w:val="00DB4E31"/>
    <w:rsid w:val="00DB587F"/>
    <w:rsid w:val="00DB7087"/>
    <w:rsid w:val="00DC056C"/>
    <w:rsid w:val="00DC18B8"/>
    <w:rsid w:val="00DC1D7A"/>
    <w:rsid w:val="00DC4563"/>
    <w:rsid w:val="00DC474E"/>
    <w:rsid w:val="00DC4E6F"/>
    <w:rsid w:val="00DC5092"/>
    <w:rsid w:val="00DC5736"/>
    <w:rsid w:val="00DC6F4A"/>
    <w:rsid w:val="00DC7360"/>
    <w:rsid w:val="00DC7C03"/>
    <w:rsid w:val="00DD02EC"/>
    <w:rsid w:val="00DD084F"/>
    <w:rsid w:val="00DD110E"/>
    <w:rsid w:val="00DD15C8"/>
    <w:rsid w:val="00DD25B6"/>
    <w:rsid w:val="00DD26C1"/>
    <w:rsid w:val="00DD3409"/>
    <w:rsid w:val="00DD395A"/>
    <w:rsid w:val="00DD45CB"/>
    <w:rsid w:val="00DD503E"/>
    <w:rsid w:val="00DD52FF"/>
    <w:rsid w:val="00DD73BC"/>
    <w:rsid w:val="00DD77DD"/>
    <w:rsid w:val="00DE13C8"/>
    <w:rsid w:val="00DE41A6"/>
    <w:rsid w:val="00DE5518"/>
    <w:rsid w:val="00DE5FF6"/>
    <w:rsid w:val="00DE616A"/>
    <w:rsid w:val="00DF0AEA"/>
    <w:rsid w:val="00DF0CC5"/>
    <w:rsid w:val="00DF4C8A"/>
    <w:rsid w:val="00DF4F87"/>
    <w:rsid w:val="00DF585A"/>
    <w:rsid w:val="00DF5E98"/>
    <w:rsid w:val="00DF5F64"/>
    <w:rsid w:val="00DF6FCB"/>
    <w:rsid w:val="00E00620"/>
    <w:rsid w:val="00E006ED"/>
    <w:rsid w:val="00E00F23"/>
    <w:rsid w:val="00E01137"/>
    <w:rsid w:val="00E01423"/>
    <w:rsid w:val="00E01F8B"/>
    <w:rsid w:val="00E02429"/>
    <w:rsid w:val="00E02E71"/>
    <w:rsid w:val="00E039E1"/>
    <w:rsid w:val="00E04C8C"/>
    <w:rsid w:val="00E052F1"/>
    <w:rsid w:val="00E05A33"/>
    <w:rsid w:val="00E06D76"/>
    <w:rsid w:val="00E07A44"/>
    <w:rsid w:val="00E108DC"/>
    <w:rsid w:val="00E1146F"/>
    <w:rsid w:val="00E17F51"/>
    <w:rsid w:val="00E2045B"/>
    <w:rsid w:val="00E20B01"/>
    <w:rsid w:val="00E21837"/>
    <w:rsid w:val="00E2184A"/>
    <w:rsid w:val="00E2365E"/>
    <w:rsid w:val="00E237AA"/>
    <w:rsid w:val="00E26424"/>
    <w:rsid w:val="00E26909"/>
    <w:rsid w:val="00E271BD"/>
    <w:rsid w:val="00E2773B"/>
    <w:rsid w:val="00E3013B"/>
    <w:rsid w:val="00E316CF"/>
    <w:rsid w:val="00E31A10"/>
    <w:rsid w:val="00E32034"/>
    <w:rsid w:val="00E323D9"/>
    <w:rsid w:val="00E33245"/>
    <w:rsid w:val="00E3431C"/>
    <w:rsid w:val="00E34EC6"/>
    <w:rsid w:val="00E3544E"/>
    <w:rsid w:val="00E35583"/>
    <w:rsid w:val="00E36532"/>
    <w:rsid w:val="00E421C2"/>
    <w:rsid w:val="00E42251"/>
    <w:rsid w:val="00E42EFD"/>
    <w:rsid w:val="00E43363"/>
    <w:rsid w:val="00E43770"/>
    <w:rsid w:val="00E443CA"/>
    <w:rsid w:val="00E456BE"/>
    <w:rsid w:val="00E468B6"/>
    <w:rsid w:val="00E468EB"/>
    <w:rsid w:val="00E46F3D"/>
    <w:rsid w:val="00E47F10"/>
    <w:rsid w:val="00E52B25"/>
    <w:rsid w:val="00E53113"/>
    <w:rsid w:val="00E542AA"/>
    <w:rsid w:val="00E54DF5"/>
    <w:rsid w:val="00E561B2"/>
    <w:rsid w:val="00E57BB8"/>
    <w:rsid w:val="00E6287E"/>
    <w:rsid w:val="00E63479"/>
    <w:rsid w:val="00E64122"/>
    <w:rsid w:val="00E64C7A"/>
    <w:rsid w:val="00E66FC4"/>
    <w:rsid w:val="00E677F5"/>
    <w:rsid w:val="00E7036C"/>
    <w:rsid w:val="00E721BE"/>
    <w:rsid w:val="00E72246"/>
    <w:rsid w:val="00E73222"/>
    <w:rsid w:val="00E74A5B"/>
    <w:rsid w:val="00E75077"/>
    <w:rsid w:val="00E80ED9"/>
    <w:rsid w:val="00E80F4F"/>
    <w:rsid w:val="00E81701"/>
    <w:rsid w:val="00E817A0"/>
    <w:rsid w:val="00E8192F"/>
    <w:rsid w:val="00E82FD8"/>
    <w:rsid w:val="00E83BF4"/>
    <w:rsid w:val="00E83D81"/>
    <w:rsid w:val="00E840B8"/>
    <w:rsid w:val="00E84148"/>
    <w:rsid w:val="00E85119"/>
    <w:rsid w:val="00E90393"/>
    <w:rsid w:val="00E92F3A"/>
    <w:rsid w:val="00E945A2"/>
    <w:rsid w:val="00E94B9F"/>
    <w:rsid w:val="00E955F3"/>
    <w:rsid w:val="00E965F2"/>
    <w:rsid w:val="00E97029"/>
    <w:rsid w:val="00EA01B2"/>
    <w:rsid w:val="00EA099A"/>
    <w:rsid w:val="00EA136D"/>
    <w:rsid w:val="00EA13C4"/>
    <w:rsid w:val="00EA251D"/>
    <w:rsid w:val="00EA4F1A"/>
    <w:rsid w:val="00EA5942"/>
    <w:rsid w:val="00EA601F"/>
    <w:rsid w:val="00EA63D9"/>
    <w:rsid w:val="00EA6E30"/>
    <w:rsid w:val="00EA7206"/>
    <w:rsid w:val="00EA7E39"/>
    <w:rsid w:val="00EB06CE"/>
    <w:rsid w:val="00EB1E80"/>
    <w:rsid w:val="00EB203E"/>
    <w:rsid w:val="00EB2FEE"/>
    <w:rsid w:val="00EB3018"/>
    <w:rsid w:val="00EB34B3"/>
    <w:rsid w:val="00EB3A74"/>
    <w:rsid w:val="00EB3C46"/>
    <w:rsid w:val="00EB417F"/>
    <w:rsid w:val="00EB4537"/>
    <w:rsid w:val="00EB5C4D"/>
    <w:rsid w:val="00EB6425"/>
    <w:rsid w:val="00EB65C0"/>
    <w:rsid w:val="00EC09E6"/>
    <w:rsid w:val="00EC0AB3"/>
    <w:rsid w:val="00EC155B"/>
    <w:rsid w:val="00EC201E"/>
    <w:rsid w:val="00EC2A92"/>
    <w:rsid w:val="00EC3D0F"/>
    <w:rsid w:val="00EC4C45"/>
    <w:rsid w:val="00EC5341"/>
    <w:rsid w:val="00EC6A1D"/>
    <w:rsid w:val="00EC797A"/>
    <w:rsid w:val="00ED0740"/>
    <w:rsid w:val="00ED1A59"/>
    <w:rsid w:val="00ED1B94"/>
    <w:rsid w:val="00ED1FB6"/>
    <w:rsid w:val="00ED1FFE"/>
    <w:rsid w:val="00ED48BE"/>
    <w:rsid w:val="00ED506E"/>
    <w:rsid w:val="00ED51A5"/>
    <w:rsid w:val="00ED539B"/>
    <w:rsid w:val="00EE027F"/>
    <w:rsid w:val="00EE064F"/>
    <w:rsid w:val="00EE2BA3"/>
    <w:rsid w:val="00EE39A3"/>
    <w:rsid w:val="00EE3D8F"/>
    <w:rsid w:val="00EF0344"/>
    <w:rsid w:val="00EF09E1"/>
    <w:rsid w:val="00EF0DC0"/>
    <w:rsid w:val="00EF2B54"/>
    <w:rsid w:val="00EF67A6"/>
    <w:rsid w:val="00F01347"/>
    <w:rsid w:val="00F01DD1"/>
    <w:rsid w:val="00F027E1"/>
    <w:rsid w:val="00F03ACA"/>
    <w:rsid w:val="00F03EBC"/>
    <w:rsid w:val="00F04364"/>
    <w:rsid w:val="00F06066"/>
    <w:rsid w:val="00F122BF"/>
    <w:rsid w:val="00F12488"/>
    <w:rsid w:val="00F12825"/>
    <w:rsid w:val="00F12D42"/>
    <w:rsid w:val="00F14309"/>
    <w:rsid w:val="00F14D78"/>
    <w:rsid w:val="00F15E2F"/>
    <w:rsid w:val="00F16960"/>
    <w:rsid w:val="00F171A9"/>
    <w:rsid w:val="00F174B7"/>
    <w:rsid w:val="00F17D76"/>
    <w:rsid w:val="00F208EF"/>
    <w:rsid w:val="00F20B94"/>
    <w:rsid w:val="00F20D51"/>
    <w:rsid w:val="00F2471D"/>
    <w:rsid w:val="00F258B5"/>
    <w:rsid w:val="00F25908"/>
    <w:rsid w:val="00F26591"/>
    <w:rsid w:val="00F26DA7"/>
    <w:rsid w:val="00F277C7"/>
    <w:rsid w:val="00F303BF"/>
    <w:rsid w:val="00F30475"/>
    <w:rsid w:val="00F31C51"/>
    <w:rsid w:val="00F31E8A"/>
    <w:rsid w:val="00F3328C"/>
    <w:rsid w:val="00F33313"/>
    <w:rsid w:val="00F33C1F"/>
    <w:rsid w:val="00F347E4"/>
    <w:rsid w:val="00F35015"/>
    <w:rsid w:val="00F36AA1"/>
    <w:rsid w:val="00F36C9D"/>
    <w:rsid w:val="00F37C8C"/>
    <w:rsid w:val="00F41D4C"/>
    <w:rsid w:val="00F424F9"/>
    <w:rsid w:val="00F4334F"/>
    <w:rsid w:val="00F444BE"/>
    <w:rsid w:val="00F46976"/>
    <w:rsid w:val="00F5044B"/>
    <w:rsid w:val="00F50531"/>
    <w:rsid w:val="00F51148"/>
    <w:rsid w:val="00F515EE"/>
    <w:rsid w:val="00F51FF0"/>
    <w:rsid w:val="00F55553"/>
    <w:rsid w:val="00F5615F"/>
    <w:rsid w:val="00F57CE3"/>
    <w:rsid w:val="00F601E3"/>
    <w:rsid w:val="00F60FBB"/>
    <w:rsid w:val="00F6504A"/>
    <w:rsid w:val="00F6529C"/>
    <w:rsid w:val="00F65576"/>
    <w:rsid w:val="00F65FEB"/>
    <w:rsid w:val="00F66B4B"/>
    <w:rsid w:val="00F66E4A"/>
    <w:rsid w:val="00F67F86"/>
    <w:rsid w:val="00F701B0"/>
    <w:rsid w:val="00F701CA"/>
    <w:rsid w:val="00F70791"/>
    <w:rsid w:val="00F70E4C"/>
    <w:rsid w:val="00F72B2C"/>
    <w:rsid w:val="00F7313A"/>
    <w:rsid w:val="00F73379"/>
    <w:rsid w:val="00F73937"/>
    <w:rsid w:val="00F73EA4"/>
    <w:rsid w:val="00F77A69"/>
    <w:rsid w:val="00F80093"/>
    <w:rsid w:val="00F80F72"/>
    <w:rsid w:val="00F871D4"/>
    <w:rsid w:val="00F87764"/>
    <w:rsid w:val="00F87D97"/>
    <w:rsid w:val="00F90882"/>
    <w:rsid w:val="00F911E6"/>
    <w:rsid w:val="00F91E80"/>
    <w:rsid w:val="00F92ED5"/>
    <w:rsid w:val="00F9476D"/>
    <w:rsid w:val="00F95A0E"/>
    <w:rsid w:val="00F975C0"/>
    <w:rsid w:val="00FA12B5"/>
    <w:rsid w:val="00FA3062"/>
    <w:rsid w:val="00FA38F0"/>
    <w:rsid w:val="00FA4035"/>
    <w:rsid w:val="00FA47DE"/>
    <w:rsid w:val="00FA4A48"/>
    <w:rsid w:val="00FA4AEC"/>
    <w:rsid w:val="00FA5077"/>
    <w:rsid w:val="00FA5323"/>
    <w:rsid w:val="00FA65D4"/>
    <w:rsid w:val="00FA6961"/>
    <w:rsid w:val="00FA69E6"/>
    <w:rsid w:val="00FA7D80"/>
    <w:rsid w:val="00FB0775"/>
    <w:rsid w:val="00FB1003"/>
    <w:rsid w:val="00FB139D"/>
    <w:rsid w:val="00FB1DFF"/>
    <w:rsid w:val="00FB2E35"/>
    <w:rsid w:val="00FB4BF5"/>
    <w:rsid w:val="00FB63D8"/>
    <w:rsid w:val="00FB7AA0"/>
    <w:rsid w:val="00FB7F4A"/>
    <w:rsid w:val="00FC0CE9"/>
    <w:rsid w:val="00FC1499"/>
    <w:rsid w:val="00FC1CD6"/>
    <w:rsid w:val="00FC2956"/>
    <w:rsid w:val="00FC2D05"/>
    <w:rsid w:val="00FC60BA"/>
    <w:rsid w:val="00FC6AF7"/>
    <w:rsid w:val="00FC6F32"/>
    <w:rsid w:val="00FC7848"/>
    <w:rsid w:val="00FC784E"/>
    <w:rsid w:val="00FC7B89"/>
    <w:rsid w:val="00FD195D"/>
    <w:rsid w:val="00FD23B5"/>
    <w:rsid w:val="00FD2B9B"/>
    <w:rsid w:val="00FD35E7"/>
    <w:rsid w:val="00FD42FC"/>
    <w:rsid w:val="00FD4524"/>
    <w:rsid w:val="00FD54F4"/>
    <w:rsid w:val="00FD7046"/>
    <w:rsid w:val="00FE12BC"/>
    <w:rsid w:val="00FE159D"/>
    <w:rsid w:val="00FE3236"/>
    <w:rsid w:val="00FE3D6F"/>
    <w:rsid w:val="00FE40D8"/>
    <w:rsid w:val="00FE40DC"/>
    <w:rsid w:val="00FE523D"/>
    <w:rsid w:val="00FE5436"/>
    <w:rsid w:val="00FE5A70"/>
    <w:rsid w:val="00FE6ABF"/>
    <w:rsid w:val="00FE7494"/>
    <w:rsid w:val="00FE78C4"/>
    <w:rsid w:val="00FF066A"/>
    <w:rsid w:val="00FF0A61"/>
    <w:rsid w:val="00FF0E28"/>
    <w:rsid w:val="00FF1B52"/>
    <w:rsid w:val="00FF1D12"/>
    <w:rsid w:val="00FF1F85"/>
    <w:rsid w:val="00FF289E"/>
    <w:rsid w:val="00FF5607"/>
    <w:rsid w:val="00FF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1d4f91"/>
    </o:shapedefaults>
    <o:shapelayout v:ext="edit">
      <o:idmap v:ext="edit" data="2"/>
    </o:shapelayout>
  </w:shapeDefaults>
  <w:decimalSymbol w:val=","/>
  <w:listSeparator w:val=";"/>
  <w14:docId w14:val="1D77E5EA"/>
  <w15:chartTrackingRefBased/>
  <w15:docId w15:val="{E459DF89-489E-46C9-8E09-248162380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6FF4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Zkladntext"/>
    <w:link w:val="Nadpis1Char"/>
    <w:qFormat/>
    <w:rsid w:val="009005CE"/>
    <w:pPr>
      <w:keepNext/>
      <w:widowControl w:val="0"/>
      <w:numPr>
        <w:numId w:val="1"/>
      </w:numPr>
      <w:suppressAutoHyphens/>
      <w:spacing w:before="240" w:after="120" w:line="240" w:lineRule="auto"/>
      <w:outlineLvl w:val="0"/>
    </w:pPr>
    <w:rPr>
      <w:rFonts w:ascii="Times New Roman" w:eastAsia="Lucida Sans Unicode" w:hAnsi="Times New Roman" w:cs="Tahoma"/>
      <w:b/>
      <w:bCs/>
      <w:kern w:val="1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005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9005CE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Arial" w:eastAsia="Lucida Sans Unicode" w:hAnsi="Arial"/>
      <w:b/>
      <w:kern w:val="1"/>
      <w:sz w:val="1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2591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02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02EC"/>
  </w:style>
  <w:style w:type="paragraph" w:styleId="Zpat">
    <w:name w:val="footer"/>
    <w:basedOn w:val="Normln"/>
    <w:link w:val="ZpatChar"/>
    <w:uiPriority w:val="99"/>
    <w:unhideWhenUsed/>
    <w:rsid w:val="00DD02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02EC"/>
  </w:style>
  <w:style w:type="paragraph" w:styleId="Textbubliny">
    <w:name w:val="Balloon Text"/>
    <w:basedOn w:val="Normln"/>
    <w:link w:val="TextbublinyChar"/>
    <w:uiPriority w:val="99"/>
    <w:semiHidden/>
    <w:unhideWhenUsed/>
    <w:rsid w:val="00DD02E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D02EC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2E4EFC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textovodkaz">
    <w:name w:val="Hyperlink"/>
    <w:uiPriority w:val="99"/>
    <w:unhideWhenUsed/>
    <w:rsid w:val="001F3E8D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9005CE"/>
    <w:rPr>
      <w:rFonts w:ascii="Times New Roman" w:eastAsia="Lucida Sans Unicode" w:hAnsi="Times New Roman" w:cs="Tahoma"/>
      <w:b/>
      <w:bCs/>
      <w:kern w:val="1"/>
      <w:sz w:val="48"/>
      <w:szCs w:val="48"/>
      <w:lang w:eastAsia="en-US"/>
    </w:rPr>
  </w:style>
  <w:style w:type="character" w:customStyle="1" w:styleId="Nadpis3Char">
    <w:name w:val="Nadpis 3 Char"/>
    <w:basedOn w:val="Standardnpsmoodstavce"/>
    <w:link w:val="Nadpis3"/>
    <w:rsid w:val="009005CE"/>
    <w:rPr>
      <w:rFonts w:ascii="Arial" w:eastAsia="Lucida Sans Unicode" w:hAnsi="Arial"/>
      <w:b/>
      <w:kern w:val="1"/>
      <w:sz w:val="18"/>
      <w:szCs w:val="24"/>
      <w:lang w:eastAsia="en-US"/>
    </w:rPr>
  </w:style>
  <w:style w:type="character" w:customStyle="1" w:styleId="fn">
    <w:name w:val="fn"/>
    <w:rsid w:val="009005CE"/>
  </w:style>
  <w:style w:type="paragraph" w:styleId="Zkladntext">
    <w:name w:val="Body Text"/>
    <w:basedOn w:val="Normln"/>
    <w:link w:val="ZkladntextChar"/>
    <w:uiPriority w:val="99"/>
    <w:semiHidden/>
    <w:unhideWhenUsed/>
    <w:rsid w:val="009005C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005CE"/>
    <w:rPr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9005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E04C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E04C8C"/>
    <w:rPr>
      <w:rFonts w:ascii="Courier New" w:eastAsia="Times New Roman" w:hAnsi="Courier New" w:cs="Courier New"/>
    </w:rPr>
  </w:style>
  <w:style w:type="character" w:customStyle="1" w:styleId="y2iqfc">
    <w:name w:val="y2iqfc"/>
    <w:basedOn w:val="Standardnpsmoodstavce"/>
    <w:rsid w:val="00E04C8C"/>
  </w:style>
  <w:style w:type="paragraph" w:customStyle="1" w:styleId="Default">
    <w:name w:val="Default"/>
    <w:rsid w:val="003E67F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1">
    <w:name w:val="A1"/>
    <w:uiPriority w:val="99"/>
    <w:rsid w:val="00B5493E"/>
    <w:rPr>
      <w:rFonts w:cs="Myriad Pro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E2F68"/>
    <w:pPr>
      <w:ind w:left="720"/>
      <w:contextualSpacing/>
    </w:pPr>
  </w:style>
  <w:style w:type="table" w:styleId="Mkatabulky">
    <w:name w:val="Table Grid"/>
    <w:basedOn w:val="Normlntabulka"/>
    <w:uiPriority w:val="39"/>
    <w:rsid w:val="00C515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D26A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-wm-default">
    <w:name w:val="-wm-default"/>
    <w:basedOn w:val="Normln"/>
    <w:rsid w:val="008D20E6"/>
    <w:pPr>
      <w:spacing w:before="100" w:beforeAutospacing="1" w:after="100" w:afterAutospacing="1" w:line="240" w:lineRule="auto"/>
    </w:pPr>
    <w:rPr>
      <w:rFonts w:eastAsiaTheme="minorHAnsi" w:cs="Calibri"/>
      <w:lang w:eastAsia="cs-CZ"/>
    </w:rPr>
  </w:style>
  <w:style w:type="paragraph" w:customStyle="1" w:styleId="para">
    <w:name w:val="para"/>
    <w:basedOn w:val="Normln"/>
    <w:rsid w:val="00F975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4">
    <w:name w:val="l4"/>
    <w:basedOn w:val="Normln"/>
    <w:rsid w:val="00F975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975C0"/>
    <w:rPr>
      <w:i/>
      <w:iCs/>
    </w:rPr>
  </w:style>
  <w:style w:type="paragraph" w:customStyle="1" w:styleId="Normln1">
    <w:name w:val="Normální1"/>
    <w:basedOn w:val="Normln"/>
    <w:rsid w:val="005D5A04"/>
    <w:pPr>
      <w:widowControl w:val="0"/>
      <w:spacing w:after="0" w:line="240" w:lineRule="auto"/>
    </w:pPr>
    <w:rPr>
      <w:rFonts w:ascii="Times New Roman" w:eastAsia="Times New Roman" w:hAnsi="Times New Roman"/>
      <w:i/>
      <w:noProof/>
      <w:color w:val="000000"/>
      <w:sz w:val="24"/>
      <w:szCs w:val="20"/>
      <w:lang w:eastAsia="cs-CZ"/>
    </w:rPr>
  </w:style>
  <w:style w:type="paragraph" w:customStyle="1" w:styleId="-wm-msonormal">
    <w:name w:val="-wm-msonormal"/>
    <w:basedOn w:val="Normln"/>
    <w:rsid w:val="00372AB9"/>
    <w:pPr>
      <w:spacing w:before="100" w:beforeAutospacing="1" w:after="100" w:afterAutospacing="1" w:line="240" w:lineRule="auto"/>
    </w:pPr>
    <w:rPr>
      <w:rFonts w:ascii="Aptos" w:eastAsiaTheme="minorHAnsi" w:hAnsi="Aptos" w:cs="Aptos"/>
      <w:sz w:val="24"/>
      <w:szCs w:val="24"/>
      <w:lang w:eastAsia="cs-CZ"/>
    </w:rPr>
  </w:style>
  <w:style w:type="paragraph" w:customStyle="1" w:styleId="l5">
    <w:name w:val="l5"/>
    <w:basedOn w:val="Normln"/>
    <w:rsid w:val="00AC0E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6B4459"/>
    <w:pPr>
      <w:spacing w:before="100" w:beforeAutospacing="1" w:after="100" w:afterAutospacing="1" w:line="240" w:lineRule="auto"/>
    </w:pPr>
    <w:rPr>
      <w:rFonts w:ascii="Aptos" w:eastAsiaTheme="minorHAnsi" w:hAnsi="Aptos" w:cs="Aptos"/>
      <w:sz w:val="24"/>
      <w:szCs w:val="24"/>
      <w:lang w:eastAsia="cs-CZ"/>
    </w:rPr>
  </w:style>
  <w:style w:type="character" w:customStyle="1" w:styleId="-wm-apple-tab-span">
    <w:name w:val="-wm-apple-tab-span"/>
    <w:basedOn w:val="Standardnpsmoodstavce"/>
    <w:rsid w:val="006B4459"/>
  </w:style>
  <w:style w:type="character" w:customStyle="1" w:styleId="Nadpis4Char">
    <w:name w:val="Nadpis 4 Char"/>
    <w:basedOn w:val="Standardnpsmoodstavce"/>
    <w:link w:val="Nadpis4"/>
    <w:uiPriority w:val="9"/>
    <w:rsid w:val="00925912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customStyle="1" w:styleId="Text">
    <w:name w:val="Text"/>
    <w:rsid w:val="0042255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14:textOutline w14:w="0" w14:cap="flat" w14:cmpd="sng" w14:algn="ctr">
        <w14:noFill/>
        <w14:prstDash w14:val="solid"/>
        <w14:bevel/>
      </w14:textOutline>
    </w:rPr>
  </w:style>
  <w:style w:type="character" w:styleId="Siln">
    <w:name w:val="Strong"/>
    <w:basedOn w:val="Standardnpsmoodstavce"/>
    <w:uiPriority w:val="22"/>
    <w:qFormat/>
    <w:rsid w:val="001E5D7F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CF52C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F52CA"/>
    <w:rPr>
      <w:rFonts w:ascii="Times New Roman" w:eastAsia="Times New Roman" w:hAnsi="Times New Roman"/>
    </w:rPr>
  </w:style>
  <w:style w:type="character" w:styleId="Znakapoznpodarou">
    <w:name w:val="footnote reference"/>
    <w:semiHidden/>
    <w:unhideWhenUsed/>
    <w:rsid w:val="00CF52CA"/>
    <w:rPr>
      <w:vertAlign w:val="superscript"/>
    </w:rPr>
  </w:style>
  <w:style w:type="paragraph" w:customStyle="1" w:styleId="Normln0">
    <w:name w:val="Normální~"/>
    <w:basedOn w:val="Normln"/>
    <w:rsid w:val="00964E8A"/>
    <w:pPr>
      <w:widowControl w:val="0"/>
      <w:suppressAutoHyphens/>
      <w:spacing w:after="0" w:line="288" w:lineRule="auto"/>
    </w:pPr>
    <w:rPr>
      <w:rFonts w:ascii="Times New Roman" w:eastAsia="Lucida Sans Unicode" w:hAnsi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74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64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76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04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99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25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4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eucaslav.cz" TargetMode="External"/><Relationship Id="rId1" Type="http://schemas.openxmlformats.org/officeDocument/2006/relationships/hyperlink" Target="http://www.meucasla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likanova\Desktop\&#353;ablona%20v&#283;&#382;%20kostela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FF7299-B0C9-411B-8271-549B37B95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věž kostela</Template>
  <TotalTime>4</TotalTime>
  <Pages>1</Pages>
  <Words>323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2226</CharactersWithSpaces>
  <SharedDoc>false</SharedDoc>
  <HLinks>
    <vt:vector size="6" baseType="variant">
      <vt:variant>
        <vt:i4>262160</vt:i4>
      </vt:variant>
      <vt:variant>
        <vt:i4>0</vt:i4>
      </vt:variant>
      <vt:variant>
        <vt:i4>0</vt:i4>
      </vt:variant>
      <vt:variant>
        <vt:i4>5</vt:i4>
      </vt:variant>
      <vt:variant>
        <vt:lpwstr>http://www.meucaslav.cz/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Aranka Pelikanova</dc:creator>
  <cp:keywords/>
  <cp:lastModifiedBy>Aranka Pelikánová</cp:lastModifiedBy>
  <cp:revision>3</cp:revision>
  <cp:lastPrinted>2016-04-29T07:56:00Z</cp:lastPrinted>
  <dcterms:created xsi:type="dcterms:W3CDTF">2025-02-11T07:28:00Z</dcterms:created>
  <dcterms:modified xsi:type="dcterms:W3CDTF">2025-02-11T07:29:00Z</dcterms:modified>
</cp:coreProperties>
</file>